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41" w:rsidRDefault="00591E41" w:rsidP="00F26737">
      <w:pPr>
        <w:spacing w:line="240" w:lineRule="exact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91E41" w:rsidRDefault="00591E41" w:rsidP="00FD0911">
      <w:pPr>
        <w:spacing w:line="240" w:lineRule="exact"/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2023 год и плановый период 2024 и 2025 годов» </w:t>
      </w:r>
    </w:p>
    <w:p w:rsidR="00591E41" w:rsidRDefault="00591E41">
      <w:pPr>
        <w:jc w:val="both"/>
        <w:rPr>
          <w:sz w:val="28"/>
          <w:szCs w:val="28"/>
        </w:rPr>
      </w:pPr>
    </w:p>
    <w:p w:rsidR="00591E41" w:rsidRDefault="00591E41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591E41" w:rsidRDefault="00591E41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>
        <w:rPr>
          <w:b w:val="0"/>
          <w:bCs w:val="0"/>
          <w:i w:val="0"/>
          <w:iCs w:val="0"/>
        </w:rPr>
        <w:t>ИСТОЧНИКИ</w:t>
      </w:r>
    </w:p>
    <w:p w:rsidR="00591E41" w:rsidRDefault="00591E4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591E41" w:rsidRDefault="00591E4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591E41" w:rsidRDefault="00591E41">
      <w:pPr>
        <w:spacing w:line="240" w:lineRule="exact"/>
        <w:jc w:val="center"/>
        <w:rPr>
          <w:sz w:val="28"/>
          <w:szCs w:val="28"/>
        </w:rPr>
      </w:pPr>
    </w:p>
    <w:p w:rsidR="00591E41" w:rsidRDefault="00591E41">
      <w:pPr>
        <w:jc w:val="right"/>
      </w:pPr>
      <w:r>
        <w:t xml:space="preserve">                                                                                                                               (тыс. 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8"/>
        <w:gridCol w:w="3415"/>
        <w:gridCol w:w="1800"/>
      </w:tblGrid>
      <w:tr w:rsidR="00591E41" w:rsidRPr="00306A1F">
        <w:trPr>
          <w:trHeight w:val="519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Код бюджетной</w:t>
            </w:r>
          </w:p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Сумма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3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bookmarkStart w:id="0" w:name="_GoBack" w:colFirst="2" w:colLast="2"/>
            <w:r w:rsidRPr="00306A1F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207 692,24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207 692,24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-2 622 005,88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-2 622 005,88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-2 622 005,88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-2 622 005,88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2 829 698,12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2 829 698,12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2 829 698,12</w:t>
            </w:r>
          </w:p>
        </w:tc>
      </w:tr>
      <w:tr w:rsidR="00591E41" w:rsidRPr="00306A1F">
        <w:trPr>
          <w:trHeight w:val="255"/>
        </w:trPr>
        <w:tc>
          <w:tcPr>
            <w:tcW w:w="4428" w:type="dxa"/>
            <w:vAlign w:val="center"/>
          </w:tcPr>
          <w:p w:rsidR="00591E41" w:rsidRPr="00306A1F" w:rsidRDefault="00591E41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306A1F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591E41" w:rsidRPr="00306A1F" w:rsidRDefault="00591E41">
            <w:pPr>
              <w:pStyle w:val="Heading2"/>
              <w:rPr>
                <w:sz w:val="24"/>
                <w:szCs w:val="24"/>
              </w:rPr>
            </w:pPr>
            <w:r w:rsidRPr="00306A1F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591E41" w:rsidRPr="00306A1F" w:rsidRDefault="00591E41">
            <w:pPr>
              <w:jc w:val="center"/>
            </w:pPr>
            <w:r w:rsidRPr="00306A1F">
              <w:t>2 829 698,12</w:t>
            </w:r>
          </w:p>
        </w:tc>
      </w:tr>
      <w:bookmarkEnd w:id="0"/>
    </w:tbl>
    <w:p w:rsidR="00591E41" w:rsidRDefault="00591E41">
      <w:pPr>
        <w:pStyle w:val="Header"/>
        <w:tabs>
          <w:tab w:val="left" w:pos="708"/>
        </w:tabs>
      </w:pPr>
    </w:p>
    <w:p w:rsidR="00591E41" w:rsidRDefault="00591E41">
      <w:pPr>
        <w:pStyle w:val="Header"/>
        <w:tabs>
          <w:tab w:val="left" w:pos="708"/>
        </w:tabs>
      </w:pPr>
    </w:p>
    <w:p w:rsidR="00591E41" w:rsidRDefault="00591E41">
      <w:pPr>
        <w:pStyle w:val="Header"/>
        <w:tabs>
          <w:tab w:val="left" w:pos="708"/>
        </w:tabs>
      </w:pPr>
    </w:p>
    <w:p w:rsidR="00591E41" w:rsidRDefault="00591E41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591E41" w:rsidRDefault="00591E41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591E41" w:rsidRDefault="00591E41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sectPr w:rsidR="00591E41" w:rsidSect="009044E6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2A11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1F7CE6"/>
    <w:rsid w:val="00200B90"/>
    <w:rsid w:val="00200BB2"/>
    <w:rsid w:val="00201F32"/>
    <w:rsid w:val="00210462"/>
    <w:rsid w:val="0021203D"/>
    <w:rsid w:val="00212F92"/>
    <w:rsid w:val="00216578"/>
    <w:rsid w:val="0022376B"/>
    <w:rsid w:val="00225B29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0CDC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A1F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22AB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1E41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1F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C3D98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11F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44E6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146D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6CFF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5DB0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65CFE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04E44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6737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86E47"/>
    <w:rsid w:val="00F92911"/>
    <w:rsid w:val="00F974E2"/>
    <w:rsid w:val="00FA3047"/>
    <w:rsid w:val="00FA37D7"/>
    <w:rsid w:val="00FA4E55"/>
    <w:rsid w:val="00FA5DBE"/>
    <w:rsid w:val="00FB5E92"/>
    <w:rsid w:val="00FD06FE"/>
    <w:rsid w:val="00FD0911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  <w:rsid w:val="15F4582E"/>
    <w:rsid w:val="2949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4E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4E6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44E6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44E6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44E6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044E6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044E6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9044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44E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231</Words>
  <Characters>1320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99</cp:revision>
  <cp:lastPrinted>2023-06-15T11:18:00Z</cp:lastPrinted>
  <dcterms:created xsi:type="dcterms:W3CDTF">2019-02-12T07:02:00Z</dcterms:created>
  <dcterms:modified xsi:type="dcterms:W3CDTF">2023-09-27T12:45:00Z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4E4CE3D38E50402B86BC89929B0D47B1</vt:lpwstr>
  </property>
</Properties>
</file>