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36" w:rsidRPr="00167538" w:rsidRDefault="00F05C36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F05C36" w:rsidRPr="00167538" w:rsidRDefault="00F05C36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F05C36" w:rsidRPr="00170D46" w:rsidRDefault="00F05C36" w:rsidP="00C101FB">
      <w:pPr>
        <w:jc w:val="both"/>
        <w:rPr>
          <w:sz w:val="28"/>
          <w:szCs w:val="28"/>
        </w:rPr>
      </w:pPr>
    </w:p>
    <w:p w:rsidR="00F05C36" w:rsidRPr="00170D46" w:rsidRDefault="00F05C36" w:rsidP="00C101FB">
      <w:pPr>
        <w:jc w:val="center"/>
      </w:pPr>
    </w:p>
    <w:p w:rsidR="00F05C36" w:rsidRPr="00170D46" w:rsidRDefault="00F05C36" w:rsidP="00D65C4B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F05C36" w:rsidRDefault="00F05C36" w:rsidP="00D65C4B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 xml:space="preserve">бюджетных ассигнований по главным распорядителям средств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 xml:space="preserve">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>бюджета на 2023 год</w:t>
      </w:r>
    </w:p>
    <w:p w:rsidR="00F05C36" w:rsidRDefault="00F05C36" w:rsidP="00803E1D">
      <w:pPr>
        <w:pStyle w:val="Header"/>
        <w:tabs>
          <w:tab w:val="left" w:pos="708"/>
        </w:tabs>
        <w:ind w:right="-365"/>
        <w:jc w:val="both"/>
      </w:pPr>
    </w:p>
    <w:p w:rsidR="00F05C36" w:rsidRPr="00C101FB" w:rsidRDefault="00F05C36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F05C36" w:rsidRPr="00163F8B">
        <w:trPr>
          <w:trHeight w:val="566"/>
        </w:trPr>
        <w:tc>
          <w:tcPr>
            <w:tcW w:w="4826" w:type="dxa"/>
            <w:vAlign w:val="center"/>
          </w:tcPr>
          <w:p w:rsidR="00F05C36" w:rsidRPr="00163F8B" w:rsidRDefault="00F05C36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F05C36" w:rsidRPr="00163F8B" w:rsidRDefault="00F05C36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F05C36" w:rsidRPr="00163F8B" w:rsidRDefault="00F05C36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F05C36" w:rsidRPr="00163F8B">
        <w:tc>
          <w:tcPr>
            <w:tcW w:w="4826" w:type="dxa"/>
            <w:vAlign w:val="center"/>
          </w:tcPr>
          <w:p w:rsidR="00F05C36" w:rsidRPr="00163F8B" w:rsidRDefault="00F05C36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F05C36" w:rsidRPr="00163F8B" w:rsidRDefault="00F05C36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F05C36" w:rsidRPr="00163F8B" w:rsidRDefault="00F05C36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F05C36" w:rsidRPr="00163F8B" w:rsidRDefault="00F05C36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5 373,79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4 997,76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1 840,04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50 1 00 10010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50 1 00 10010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50 1 00 10020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1 798,49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50 1 00 10020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1 798,49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3 157,72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235,53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167,73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2 922,19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2 922,19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376,03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376,03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376,03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325,80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325,80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140 494,18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2 121,18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2 121,18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50 3 00 10010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50 3 00 10010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50 3 00 10020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2 079,63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50 3 00 10020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2 079,63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02 5 01 76100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835,08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02 5 01 76100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835,08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02 5 01 76200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2 575,56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02 5 01 76200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2 575,56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5 987,29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5 987,29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5 987,29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83,10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83,10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3 371,32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3 371,32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09 2 01 76530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2 532,87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09 2 01 76530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2 256,45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09 2 01 76530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276,42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60 286,10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60 286,10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1 523,78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1 523,78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54 367,35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54 362,35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2 489,11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2 489,11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1 905,86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1 705,86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50 4 00 51200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50 4 00 51200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103,74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88,06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88,06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88,06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88,06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02 3 01 20650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02 3 01 20650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02 3 02 21080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02 3 02 21080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02 6 01 20350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02 6 01 20350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263,75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02 6 02 20350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263,75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02 6 02 20350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263,75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1 806,63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161,26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121,26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13 1 01 20350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13 1 01 20350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01 S7730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105,26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01 S7730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105,26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13 1 02 20740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13 1 02 20740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13 2 01 20310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13 2 01 20310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1 472,87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13 3 01 20560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13 3 01 20560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1 332,87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13 3 02 20430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13 3 02 20430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13 3 02 76360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1 224,87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13 3 02 76360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1 193,62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13 3 02 76360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13 3 02 76930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13 3 02 76930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13 3 03 20640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13 3 03 20640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13 3 04 20680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13 3 04 20680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13 4 03 23040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13 4 03 23040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24 374,99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14 1 01 20820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14 1 01 20820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14 1 02 20760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14 1 02 20760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14 2 01 20810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14 2 01 20810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16 060,83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14 3 01 21090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14 3 01 21090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15 580,83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14 976,94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12 992,70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1 982,65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143,89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14 3 02 20690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143,89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3 801,03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330,83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330,83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198,83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3 470,20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2 633,00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1 859,70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773,30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818,80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818,80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14 6 00 00000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3 631,63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14 6 01 00000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3 631,63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14 6 01 20690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3 631,63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14 6 01 20690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3 631,63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4 086,02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4 086,02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50 4 00 75490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3 275,29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50 4 00 75490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3 275,29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798,58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698,58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50 4 00 76610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10 292,23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10 292,23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5 928,60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5 292,46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4 263,26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1 006,08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13 4 02 20390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13 4 02 20390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4 363,63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4 363,63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4 363,63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5 806,96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5 806,96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5 806,96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09 1 01 20660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09 1 01 20660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09 1 01 20660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09 1 01 76540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196,96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09 1 01 76540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196,96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09 1 01 78970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5 220,00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09 1 01 78970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5 220,00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08 1 01 20290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08 1 01 20290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08 1 02 20250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08 1 02 20250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08 1 04 21210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08 1 04 21210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6 479,10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6 479,10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3 136,19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11 1 01 20300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11 1 01 20300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11 1 01 22020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2 936,19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11 1 01 22020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2 936,19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11 1 02 21040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11 1 02 21040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2 992,91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11 1 03 23030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2 992,91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11 1 03 23030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2 992,91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04 3 03 20420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04 3 03 20420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02 2 01 20370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02 2 01 20370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579,86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02 2 01 20370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03 1 02 23050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03 1 02 23050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12 923,71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12 923,71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12 923,71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5 809,36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5 809,36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6 814,35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6 814,35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02 4 01 78140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1 243,43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1 243,43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1 243,43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2 01 L4970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1 243,43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11 2 01 L4970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1 243,43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65 543,48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65 377,92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07 1 01 20340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07 1 01 20340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65 207,92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65 207,92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144,04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144,04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6 077,33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6 077,33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56 086,23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46 988,22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8 643,64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454,37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1 539,54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1 539,54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245,70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245,70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746,46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328,86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417,60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131,40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131,40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46,67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07 2 01 21160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602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165,56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85 454,99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18 710,66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18 710,66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18 710,66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525,81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525,81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18 184,85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18 184,85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50 4 00 20410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50 4 00 20410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65 823,69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64 468,80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24 562,72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06 1 01 10100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9 964,69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06 1 01 10100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9 964,69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06 1 01 20700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1 450,19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06 1 01 20700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1 450,19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2ИП00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897,84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2ИП00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897,84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3ИП00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12 250,00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01 3ИП00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12 250,00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39 906,08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36 763,01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35 898,35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864,66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3 133,12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3 133,12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06 1 03 20940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1 354,89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1 354,89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704,32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704,32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430,67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4,67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169,00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169,00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06 2 01 21160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152,63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268,01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1 145 451,22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422 370,20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422 370,20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418 960,40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224 649,49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96 769,46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44 313,59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81 072,60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2 455,50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1 481,62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958,16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523,46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1 926,75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1 392,14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534,61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8 801,28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1 482,88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7 318,40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296,94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167,90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129,04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7,31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7,31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124,70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103,94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20,76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316,80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237,60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79,20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1 892,32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1 391,58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117,50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513,34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405,79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107,55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2 785,93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2 033,18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752,75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916,83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675,60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241,23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01 1 01 23000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01 1 01 23000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4 266,93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3 510,00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756,93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01 1 01 77170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160 830,78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01 1 01 77170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86 630,70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01 1 01 77170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375,36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01 1 01 77170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27,36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01 1 01 77170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73 797,36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2 189,81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01 1 02 20230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2 189,81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01 1 02 20230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2 189,81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1 219,99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03 2ИП45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1 188,59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03 2ИП45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1 188,59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14 052,90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14 052,90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14 052,90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14 052,90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9 012,90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609 028,22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609 028,22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571 001,21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163 026,07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81 017,49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34 169,03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520,22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44 005,61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3 313,72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1 589,41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1 113,16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476,25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1 225,25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1 092,81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132,44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8 144,90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8 144,90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10 562,31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7 503,04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3 059,27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349,91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314,76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128,81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124,49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353,04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301,74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51,30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188,10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7 839,17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6 135,26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1 703,91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86,86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299,45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251,45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1 596,52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1 398,90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197,62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572,73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481,80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90,93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01 2 01 23000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01 2 01 23000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8 506,61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6 900,00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1 606,61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556,57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357,80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198,77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285 424,55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188 120,31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7 943,07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01 2 01 77160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89 361,17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L3040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41 361,11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L3040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22 665,38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L3040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18 695,73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R3030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21 905,50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R3030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13 624,78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R3030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8 280,72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7D7571">
              <w:br/>
              <w:t> 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S6500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17 266,60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S6500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13 195,78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S6500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3 443,57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01 S6500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627,25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31 983,71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7 440,86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6 553,67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887,19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S7205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17 259,90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S7205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400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17 259,90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S7210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7 282,95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02 S7210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7 282,95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1 445,44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E2 50980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1 445,44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E2 50980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1 445,44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EВ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4 597,86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EВ 51790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4 597,86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EВ 51790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3 871,88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2 EВ 51790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725,98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15 655,10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15 655,10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15 655,10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15 655,10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13 135,10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41 216,84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41 216,84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41 216,84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35 296,58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12 450,37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1 125,95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21 647,69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148,20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110,97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5,86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01 3 01 20590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01 3 01 20750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76,62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76,62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123,18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101,88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481,33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294,33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01 3 01 23010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878,94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01 3 01 23010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878,94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01 3 01 23080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3 731,81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01 3 01 23080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3 708,82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01 3 01 23080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22,99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01 3 01 76890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99,31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204,17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13 4 03 20230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635,83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2 770,50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2 770,50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2 770,50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2 515,27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2 132,01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383,26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02 2 01 20370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02 2 01 20370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30 209,34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10 362,17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3 543,81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01 4 01 78810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3 543,81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01 4 01 78810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01 4 01 78810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2 238,78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01 4 01 78810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1 277,80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734,19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01 4 02 20220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734,19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01 4 02 20220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562,50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01 4 02 20220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171,69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6 084,17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3 029,35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3 029,35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400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01 4 03 20980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19 847,17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11 698,91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10 728,88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9 165,60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1 374,08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678,70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678,70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187,57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187,57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8 148,26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177,28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177,28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6 832,02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6 832,02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1 090,24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872,49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217,75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9 308,12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9 308,12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9 308,12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01 1 01 76140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9 308,12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01 1 01 76140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137,69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01 1 01 76140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9 170,43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226 690,22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1 621,09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1 621,09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1 621,09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1 621,09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1 621,09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4 870,05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4 870,05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4 847,05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2ИП34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2ИП34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2ИП35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2ИП35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SИП34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1 978,56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SИП34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1 978,56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SИП35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2 157,49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06 SИП35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2 157,49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21 794,97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21 794,97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18 506,74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17 305,80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12 277,20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967,18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3 999,38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62,04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79,60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296,75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75,05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94,80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229,20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05 1 04 76890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3 288,23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55197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3 288,23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55197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3 288,23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03 3 01 00000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03 3 01 21190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03 3 01 21190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74,98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186 975,66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184 809,64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132 199,77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81 674,92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63 516,25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16 166,25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1 992,42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189,50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189,50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751,54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751,54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2 238,50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2 232,00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434,23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434,23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3 743,08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3 743,08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4 117,83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4 117,83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309,65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306,85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6 077,43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6 077,43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1 180,74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1 180,74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L4670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808,45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L4670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808,45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S6660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30 631,10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01 S6660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30 631,10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3 574,96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3 377,68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2 723,74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638,87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49,65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49,65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05 1 02 21000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37 961,93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33 516,87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31 017,34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2 367,75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131,78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1 789,27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1 789,27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1 330,47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1 330,47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525,84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525,84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L5194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402,20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03 L5194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402,20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5 870,96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243,66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243,66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05 1 07 20900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05 1 07 20900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05 1 07 21130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189,43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05 1 07 21130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189,43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L2990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2 679,59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L2990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2 679,59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S6650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2 731,78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07 S6650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2 731,78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54540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A1 54540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202,02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A2 55191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101,01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A2 55191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101,01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A2 55192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101,01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A2 55192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101,01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2 166,02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2 166,02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2 166,02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2 166,02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11 138,59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5 631,51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5 631,51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5 447,23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5 447,23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99,84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05 1 05 21000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99,84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5 507,08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5 507,08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110,80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110,80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4 626,80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4 626,80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05 2 01 20360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84,46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69,78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106,40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14,42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05 2 01 21160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14,42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607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08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13 4 03 22000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489 080,65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310,15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310,15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310,15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310,15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257 043,08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257 043,08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257 043,08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2 692,16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2 679,07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65 447,97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64 897,97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351,71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346,71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03 1 01 77820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22 670,87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03 1 01 77820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03 1 01 77820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22 429,32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58 348,94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962,50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57 386,44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55 822,82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54 942,82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557,73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545,33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78,90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77,80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28 080,82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429,49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27 651,33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183,30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03 1 01 78730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03 1 01 78730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615,68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R4040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21 091,44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R4040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21 091,44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R4620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148,71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R4620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148,71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202 435,03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202 435,03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156 853,45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03 1 01 73020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03 1 01 73020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11 200,00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11 197,60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30 530,18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426,20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03 1 01 76280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30 103,98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03 1 01 77190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8 789,20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03 1 01 77190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85,73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03 1 01 77190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8 703,47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0,14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03 1 01 77650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R3020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106 289,05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R3020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106 289,05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P1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45 581,58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P1 50840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45 581,58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P1 50840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45 581,58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29 292,39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390,07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390,07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03 1 01 52200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26,83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363,24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290,59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03 1 01 52500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28 902,32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28 902,32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03 2 01 76210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28 902,32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03 2 01 76210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26 850,32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03 2 01 76210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2 050,00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609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03 2 01 76210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43 234,96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1 961,82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1 961,82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1 841,42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2ИП37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374,87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2ИП37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374,87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SИП37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1 466,55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SИП37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1 466,55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02 1 06 00000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06 3ИП01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06 3ИП01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04 1 07 23060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04 1 07 23060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01 4 02 20220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01 4 02 20220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380,65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32 775,09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32 775,09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29 603,28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28 037,18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17 232,32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3 618,40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93,37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5 305,08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1 788,01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278,35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02 1 01 20280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278,35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102,30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02 1 01 20320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102,30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214,16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214,16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02 1 01 20600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301,35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301,35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02 1 01 20980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59,40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497,94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02 1 01 21000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497,94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3 171,81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43,60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2ИП36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450,32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2ИП36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450,32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SИП36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2 677,89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03 SИП36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2 677,89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1 706,47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1 706,47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1 706,47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02 1 02 20380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1 706,47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02 1 02 20380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1 556,07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02 1 02 20380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300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150,40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3 410,93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94,52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94,52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2 965,96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2 965,96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287,33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269,61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22,85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22,85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02 5 01 21160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555 123,90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50 4 00 20800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50 4 00 20800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461 918,12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461 918,12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2 318,28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10 1 01 20580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2 318,28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10 1 01 20580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2 318,28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11 072,97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113,00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2ИП29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2ИП29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381,00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2ИП32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SИП29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2 072,68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SИП29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2 072,68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2 525,00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2 525,00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2 510,47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2 510,47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2 564,82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02 SИП32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2 564,82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347 490,64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10 1 03 20570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58 937,66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10 1 03 20570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54 937,66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10 1 03 20570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S6720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288 552,98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03 S6720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288 552,98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1 374,34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04 2ИП43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1 374,34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04 2ИП43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1 374,34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10 1 05 00000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98 581,89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05 S6490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98 581,89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05 S6490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400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98 581,89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10 1 06 00000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10 1 06 23070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09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10 1 06 23070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400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1 080,00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2 067,43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2 067,43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04 3 02 21030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98,30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1 969,13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04 3 03 20420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1 969,13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04 3 03 20420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1 969,13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2 853,39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2 853,39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2 853,39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2 853,39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02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2 853,39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30 431,60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15 494,71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04 1 01 20630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04 1 01 20630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2 390,97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2 390,97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1 661,33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729,64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04 1 04 00000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802,55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04 1 04 20500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802,55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04 1 04 20500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802,55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11 081,19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371,50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2 437,00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SИП26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2 437,00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3 331,74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SИП27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3 331,74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2 076,04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2 076,04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1 861,91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1 861,91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14 936,89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04 2 01 21070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04 2 01 21070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76,50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14 860,39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04 2 02 20470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14 860,39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04 2 02 20470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14 860,39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5 321,38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5 321,38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5 321,38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12 1 01 20620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12 1 01 20620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5 000,00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12 1 01 20710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12,14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12 1 01 20710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12,14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12 1 01 21050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309,24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12 1 01 21050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309,24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51 560,34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04 1 05 00000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04 1 05 77150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04 1 05 77150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185,11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51 375,23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51 375,23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11 219,41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11 219,41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37 838,40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04 4 01 11010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37 838,40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50,81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1 864,91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280,91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1 584,00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13,50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111,20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04 4 01 21160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111,20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471,64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09 3 00 00000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471,64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09 3 02 00000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471,64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09 3 02 20630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471,64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614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09 3 02 20630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471,64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3 233,65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3 233,65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1 994,38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180,75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33,24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147,51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1 813,63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1 813,63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50 6 00 00000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1 239,27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50 6 00 10010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50 6 00 10010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41,55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50 6 00 10020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1 197,72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643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06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50 6 00 10020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1 197,72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69 659,16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37 858,25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37 858,25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37 858,25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941,80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14 5 01 10010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941,80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36 916,45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04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14 5 01 10020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36 916,45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4 451,21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4 451,21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4 451,21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263,34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70,10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14 5 02 20690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70,10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3 882,87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3 034,48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14 5 02 20790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800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848,39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14 5 02 20840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170,00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14 5 02 20940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64,90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01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50 4 00 10050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100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10,13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04 0 00 00000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27 339,57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20 955,52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1 697,45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1 697,45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04 1 03 20460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1 697,45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11 261,37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305,95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04 1 06 20440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305,95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694,13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694,13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305,00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420,00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447,00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2ИП28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447,00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2ИП39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352,00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1 559,26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SИП23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1 559,26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1 308,10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1 308,10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2 028,00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SИП25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2 028,00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1 633,40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SИП28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1 633,40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2 208,53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06 SИП39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2 208,53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3 144,00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04 1 07 23060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3 144,00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04 1 07 23060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3 144,00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4 852,70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1 753,17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2ИП41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1 753,17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2 111,00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2ИП42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2 111,00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988,53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1 08 2ИП44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988,53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04 2 00 00000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6 384,05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04 2 02 00000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6 384,05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04 2 02 20470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6 384,05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644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05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03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04 2 02 20470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200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6 384,05</w:t>
            </w:r>
          </w:p>
        </w:tc>
      </w:tr>
      <w:tr w:rsidR="00F05C36" w:rsidRPr="007D7571">
        <w:tc>
          <w:tcPr>
            <w:tcW w:w="4826" w:type="dxa"/>
            <w:vAlign w:val="center"/>
          </w:tcPr>
          <w:p w:rsidR="00F05C36" w:rsidRPr="007D7571" w:rsidRDefault="00F05C36" w:rsidP="007D7571">
            <w:pPr>
              <w:jc w:val="both"/>
            </w:pPr>
            <w:r w:rsidRPr="007D7571">
              <w:t>Итого</w:t>
            </w:r>
          </w:p>
        </w:tc>
        <w:tc>
          <w:tcPr>
            <w:tcW w:w="50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360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681" w:type="dxa"/>
            <w:vAlign w:val="bottom"/>
          </w:tcPr>
          <w:p w:rsidR="00F05C36" w:rsidRPr="007D7571" w:rsidRDefault="00F05C36" w:rsidP="007D7571">
            <w:pPr>
              <w:jc w:val="center"/>
            </w:pPr>
            <w:r w:rsidRPr="007D7571">
              <w:t> </w:t>
            </w:r>
          </w:p>
        </w:tc>
        <w:tc>
          <w:tcPr>
            <w:tcW w:w="526" w:type="dxa"/>
            <w:vAlign w:val="bottom"/>
          </w:tcPr>
          <w:p w:rsidR="00F05C36" w:rsidRPr="007D7571" w:rsidRDefault="00F05C36" w:rsidP="007D7571">
            <w:pPr>
              <w:ind w:left="-108" w:right="-103"/>
              <w:jc w:val="center"/>
            </w:pPr>
            <w:r w:rsidRPr="007D7571">
              <w:t> </w:t>
            </w:r>
          </w:p>
        </w:tc>
        <w:tc>
          <w:tcPr>
            <w:tcW w:w="1563" w:type="dxa"/>
            <w:vAlign w:val="bottom"/>
          </w:tcPr>
          <w:p w:rsidR="00F05C36" w:rsidRPr="007D7571" w:rsidRDefault="00F05C36" w:rsidP="007D7571">
            <w:pPr>
              <w:ind w:right="-54"/>
              <w:jc w:val="right"/>
            </w:pPr>
            <w:r w:rsidRPr="007D7571">
              <w:t>2 829 340,20</w:t>
            </w:r>
          </w:p>
        </w:tc>
      </w:tr>
    </w:tbl>
    <w:p w:rsidR="00F05C36" w:rsidRDefault="00F05C36" w:rsidP="002B5413"/>
    <w:p w:rsidR="00F05C36" w:rsidRDefault="00F05C36" w:rsidP="002B5413"/>
    <w:p w:rsidR="00F05C36" w:rsidRPr="0012413A" w:rsidRDefault="00F05C3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F05C36" w:rsidRPr="0012413A" w:rsidRDefault="00F05C3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F05C36" w:rsidRDefault="00F05C36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F05C36" w:rsidSect="00D65C4B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2857"/>
    <w:rsid w:val="00136C0E"/>
    <w:rsid w:val="00142124"/>
    <w:rsid w:val="00143624"/>
    <w:rsid w:val="0014405F"/>
    <w:rsid w:val="001515C7"/>
    <w:rsid w:val="0015177B"/>
    <w:rsid w:val="001563CC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D7571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33D9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3D7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06A7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09B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65C4B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5C36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1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945</TotalTime>
  <Pages>78</Pages>
  <Words>25053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199</cp:revision>
  <dcterms:created xsi:type="dcterms:W3CDTF">2018-01-17T13:43:00Z</dcterms:created>
  <dcterms:modified xsi:type="dcterms:W3CDTF">2023-09-27T12:48:00Z</dcterms:modified>
</cp:coreProperties>
</file>