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4612B" w14:textId="77777777" w:rsidR="00BA021C" w:rsidRPr="00E869B8" w:rsidRDefault="00BA021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14:paraId="42B09499" w14:textId="77777777" w:rsidR="00BA021C" w:rsidRPr="00E869B8" w:rsidRDefault="00BA021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>к решению Совета депутатов Петровского муниципального округа Ставропольского края 14.12.2023г. № 124</w:t>
      </w:r>
    </w:p>
    <w:p w14:paraId="0B419397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14:paraId="6DC7D1CF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14:paraId="25C8D6C1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14:paraId="24E37AF6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14:paraId="45F108D5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14:paraId="4AECA892" w14:textId="77777777" w:rsidR="00BA021C" w:rsidRPr="00E869B8" w:rsidRDefault="00BA021C" w:rsidP="00BA021C">
      <w:pPr>
        <w:jc w:val="right"/>
        <w:rPr>
          <w:sz w:val="28"/>
        </w:rPr>
      </w:pPr>
      <w:r w:rsidRPr="00E869B8">
        <w:rPr>
          <w:sz w:val="28"/>
          <w:szCs w:val="28"/>
        </w:rPr>
        <w:t>(</w:t>
      </w:r>
      <w:proofErr w:type="spellStart"/>
      <w:proofErr w:type="gramStart"/>
      <w:r w:rsidRPr="00E869B8">
        <w:rPr>
          <w:sz w:val="28"/>
          <w:szCs w:val="28"/>
        </w:rPr>
        <w:t>тыс.рублей</w:t>
      </w:r>
      <w:proofErr w:type="spellEnd"/>
      <w:proofErr w:type="gramEnd"/>
      <w:r w:rsidRPr="00E869B8">
        <w:rPr>
          <w:sz w:val="28"/>
          <w:szCs w:val="28"/>
        </w:rPr>
        <w:t>)</w:t>
      </w:r>
    </w:p>
    <w:tbl>
      <w:tblPr>
        <w:tblW w:w="939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3"/>
        <w:gridCol w:w="406"/>
        <w:gridCol w:w="360"/>
        <w:gridCol w:w="1502"/>
        <w:gridCol w:w="1417"/>
        <w:gridCol w:w="1324"/>
      </w:tblGrid>
      <w:tr w:rsidR="00BA021C" w:rsidRPr="00D36196" w14:paraId="633FA78A" w14:textId="77777777" w:rsidTr="00E86D21">
        <w:tc>
          <w:tcPr>
            <w:tcW w:w="4383" w:type="dxa"/>
            <w:vMerge w:val="restart"/>
            <w:vAlign w:val="center"/>
          </w:tcPr>
          <w:p w14:paraId="740BD708" w14:textId="77777777" w:rsidR="00BA021C" w:rsidRPr="001950CB" w:rsidRDefault="00BA021C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14:paraId="054540A0" w14:textId="77777777" w:rsidR="00BA021C" w:rsidRPr="001950CB" w:rsidRDefault="00BA021C" w:rsidP="00ED296B">
            <w:pPr>
              <w:jc w:val="center"/>
            </w:pPr>
            <w:proofErr w:type="spellStart"/>
            <w:r w:rsidRPr="001950CB">
              <w:t>Рз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14:paraId="4CCCF132" w14:textId="77777777" w:rsidR="00BA021C" w:rsidRPr="001950CB" w:rsidRDefault="00BA021C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43" w:type="dxa"/>
            <w:gridSpan w:val="3"/>
          </w:tcPr>
          <w:p w14:paraId="6D4DF868" w14:textId="77777777" w:rsidR="00BA021C" w:rsidRPr="001950CB" w:rsidRDefault="00BA021C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BA021C" w:rsidRPr="00D36196" w14:paraId="45FCEFDD" w14:textId="77777777" w:rsidTr="00E84949">
        <w:tc>
          <w:tcPr>
            <w:tcW w:w="4383" w:type="dxa"/>
            <w:vMerge/>
            <w:vAlign w:val="center"/>
          </w:tcPr>
          <w:p w14:paraId="1C0B396B" w14:textId="77777777" w:rsidR="00BA021C" w:rsidRPr="001950CB" w:rsidRDefault="00BA021C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14:paraId="75A68101" w14:textId="77777777" w:rsidR="00BA021C" w:rsidRPr="001950CB" w:rsidRDefault="00BA021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0FAFF9FA" w14:textId="77777777" w:rsidR="00BA021C" w:rsidRPr="001950CB" w:rsidRDefault="00BA021C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14:paraId="6D15B3F9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14:paraId="74A65496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14:paraId="2C07E585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BA021C" w:rsidRPr="00D36196" w14:paraId="37429D1D" w14:textId="77777777" w:rsidTr="00E84949">
        <w:tc>
          <w:tcPr>
            <w:tcW w:w="4383" w:type="dxa"/>
            <w:vAlign w:val="center"/>
          </w:tcPr>
          <w:p w14:paraId="138AD53E" w14:textId="77777777" w:rsidR="00BA021C" w:rsidRPr="001950CB" w:rsidRDefault="00BA021C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14:paraId="50236AD6" w14:textId="77777777" w:rsidR="00BA021C" w:rsidRPr="001950CB" w:rsidRDefault="00BA021C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14:paraId="79C6803C" w14:textId="77777777" w:rsidR="00BA021C" w:rsidRPr="001950CB" w:rsidRDefault="00BA021C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14:paraId="4F327E99" w14:textId="77777777" w:rsidR="00BA021C" w:rsidRPr="001950CB" w:rsidRDefault="00BA021C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14:paraId="5F2F96B6" w14:textId="77777777" w:rsidR="00BA021C" w:rsidRDefault="00BA021C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14:paraId="3FB5A9DF" w14:textId="77777777" w:rsidR="00BA021C" w:rsidRPr="001950CB" w:rsidRDefault="00BA021C" w:rsidP="00ED296B">
            <w:pPr>
              <w:jc w:val="center"/>
            </w:pPr>
            <w:r>
              <w:t>6</w:t>
            </w:r>
          </w:p>
        </w:tc>
      </w:tr>
      <w:tr w:rsidR="002F3452" w14:paraId="62475BCF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51FE" w14:textId="77777777" w:rsidR="002F3452" w:rsidRPr="002F3452" w:rsidRDefault="002F3452" w:rsidP="002F3452">
            <w:pPr>
              <w:jc w:val="both"/>
            </w:pPr>
            <w:r w:rsidRPr="002F3452">
              <w:t>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E4654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E22E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DB42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314 866,66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69B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286 933,77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9A5B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287 692,56</w:t>
            </w:r>
          </w:p>
        </w:tc>
      </w:tr>
      <w:tr w:rsidR="002F3452" w14:paraId="79ABFAAE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F77A" w14:textId="77777777" w:rsidR="002F3452" w:rsidRPr="002F3452" w:rsidRDefault="002F3452" w:rsidP="002F3452">
            <w:pPr>
              <w:jc w:val="both"/>
            </w:pPr>
            <w:r w:rsidRPr="002F34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7F703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BF2F4" w14:textId="77777777" w:rsidR="002F3452" w:rsidRPr="002F3452" w:rsidRDefault="002F3452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2B5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2 215,21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AB5B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2 080,19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D9A7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2 080,18</w:t>
            </w:r>
          </w:p>
        </w:tc>
      </w:tr>
      <w:tr w:rsidR="002F3452" w14:paraId="74C157B9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CE689" w14:textId="77777777" w:rsidR="002F3452" w:rsidRPr="002F3452" w:rsidRDefault="002F3452" w:rsidP="002F3452">
            <w:pPr>
              <w:jc w:val="both"/>
            </w:pPr>
            <w:r w:rsidRPr="002F34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50364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E333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0D7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5 525,57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7F2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5 180,88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1CA7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5 180,88</w:t>
            </w:r>
          </w:p>
        </w:tc>
      </w:tr>
      <w:tr w:rsidR="002F3452" w14:paraId="37A1D793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5742" w14:textId="77777777" w:rsidR="002F3452" w:rsidRPr="002F3452" w:rsidRDefault="002F3452" w:rsidP="002F3452">
            <w:pPr>
              <w:jc w:val="both"/>
            </w:pPr>
            <w:r w:rsidRPr="002F345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34CFA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CF009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3B3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119 064,39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ABFA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111 454,65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7130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111 454,65</w:t>
            </w:r>
          </w:p>
        </w:tc>
      </w:tr>
      <w:tr w:rsidR="002F3452" w14:paraId="0A318BE2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7E8AF" w14:textId="77777777" w:rsidR="002F3452" w:rsidRPr="002F3452" w:rsidRDefault="002F3452" w:rsidP="002F3452">
            <w:pPr>
              <w:jc w:val="both"/>
            </w:pPr>
            <w:r w:rsidRPr="002F3452">
              <w:t>Судебная система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669F3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6A16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D3E4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A9C1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16,08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ABB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285,26</w:t>
            </w:r>
          </w:p>
        </w:tc>
      </w:tr>
      <w:tr w:rsidR="002F3452" w14:paraId="24A48C4A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003C4" w14:textId="77777777" w:rsidR="002F3452" w:rsidRPr="002F3452" w:rsidRDefault="002F3452" w:rsidP="002F3452">
            <w:pPr>
              <w:jc w:val="both"/>
            </w:pPr>
            <w:r w:rsidRPr="002F34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D458E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219C6" w14:textId="77777777" w:rsidR="002F3452" w:rsidRPr="002F3452" w:rsidRDefault="002F3452">
            <w:pPr>
              <w:jc w:val="center"/>
            </w:pPr>
            <w:r w:rsidRPr="002F3452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39BD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23 684,46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876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22 395,56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4D04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22 395,56</w:t>
            </w:r>
          </w:p>
        </w:tc>
      </w:tr>
      <w:tr w:rsidR="002F3452" w14:paraId="748082AB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B3B2" w14:textId="77777777" w:rsidR="002F3452" w:rsidRPr="002F3452" w:rsidRDefault="002F3452" w:rsidP="002F3452">
            <w:pPr>
              <w:jc w:val="both"/>
            </w:pPr>
            <w:r w:rsidRPr="002F3452">
              <w:t>Резервные фонды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89213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8B7A5" w14:textId="77777777" w:rsidR="002F3452" w:rsidRPr="002F3452" w:rsidRDefault="002F3452">
            <w:pPr>
              <w:jc w:val="center"/>
            </w:pPr>
            <w:r w:rsidRPr="002F3452">
              <w:t>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1F7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6E37C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500,00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20D9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500,00</w:t>
            </w:r>
          </w:p>
        </w:tc>
      </w:tr>
      <w:tr w:rsidR="002F3452" w14:paraId="5275A129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1BD08" w14:textId="77777777" w:rsidR="002F3452" w:rsidRPr="002F3452" w:rsidRDefault="002F3452" w:rsidP="002F3452">
            <w:pPr>
              <w:jc w:val="both"/>
            </w:pPr>
            <w:r w:rsidRPr="002F3452">
              <w:t>Другие 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8665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83CB" w14:textId="77777777" w:rsidR="002F3452" w:rsidRPr="002F3452" w:rsidRDefault="002F3452">
            <w:pPr>
              <w:jc w:val="center"/>
            </w:pPr>
            <w:r w:rsidRPr="002F3452">
              <w:t>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1E37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163 861,50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0E5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145 306,41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D4FC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145 796,03</w:t>
            </w:r>
          </w:p>
        </w:tc>
      </w:tr>
      <w:tr w:rsidR="002F3452" w14:paraId="0747AADB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48507" w14:textId="77777777" w:rsidR="002F3452" w:rsidRPr="002F3452" w:rsidRDefault="002F3452" w:rsidP="002F3452">
            <w:pPr>
              <w:jc w:val="both"/>
            </w:pPr>
            <w:r w:rsidRPr="002F3452">
              <w:t>НАЦИОНАЛЬНАЯ ОБОРОНА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1CEE" w14:textId="77777777" w:rsidR="002F3452" w:rsidRPr="002F3452" w:rsidRDefault="002F3452">
            <w:pPr>
              <w:jc w:val="center"/>
            </w:pPr>
            <w:r w:rsidRPr="002F3452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C9EC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5F7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28E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443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2 982,02</w:t>
            </w:r>
          </w:p>
        </w:tc>
      </w:tr>
      <w:tr w:rsidR="002F3452" w14:paraId="22C87D78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241DD" w14:textId="77777777" w:rsidR="002F3452" w:rsidRPr="002F3452" w:rsidRDefault="002F3452" w:rsidP="002F3452">
            <w:pPr>
              <w:jc w:val="both"/>
            </w:pPr>
            <w:r w:rsidRPr="002F3452">
              <w:t>Мобилизационная и вневойсковая подготовка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9EDE" w14:textId="77777777" w:rsidR="002F3452" w:rsidRPr="002F3452" w:rsidRDefault="002F3452">
            <w:pPr>
              <w:jc w:val="center"/>
            </w:pPr>
            <w:r w:rsidRPr="002F3452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C6D7C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108C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ADF9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04BC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2 982,02</w:t>
            </w:r>
          </w:p>
        </w:tc>
      </w:tr>
      <w:tr w:rsidR="002F3452" w14:paraId="0E9B0E33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2C74" w14:textId="77777777" w:rsidR="002F3452" w:rsidRPr="002F3452" w:rsidRDefault="002F3452" w:rsidP="002F3452">
            <w:pPr>
              <w:jc w:val="both"/>
            </w:pPr>
            <w:r w:rsidRPr="002F3452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01909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3F45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069B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15 734,73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43D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9A8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11 462,11</w:t>
            </w:r>
          </w:p>
        </w:tc>
      </w:tr>
      <w:tr w:rsidR="002F3452" w14:paraId="3AE33EE7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C6B01" w14:textId="77777777" w:rsidR="002F3452" w:rsidRPr="002F3452" w:rsidRDefault="002F3452" w:rsidP="002F3452">
            <w:pPr>
              <w:jc w:val="both"/>
            </w:pPr>
            <w:r w:rsidRPr="002F345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F335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1D30" w14:textId="77777777" w:rsidR="002F3452" w:rsidRPr="002F3452" w:rsidRDefault="002F3452">
            <w:pPr>
              <w:jc w:val="center"/>
            </w:pPr>
            <w:r w:rsidRPr="002F3452">
              <w:t>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8614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15 734,73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B18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B414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11 462,11</w:t>
            </w:r>
          </w:p>
        </w:tc>
      </w:tr>
      <w:tr w:rsidR="002F3452" w14:paraId="26B1059D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10361" w14:textId="77777777" w:rsidR="002F3452" w:rsidRPr="002F3452" w:rsidRDefault="002F3452" w:rsidP="002F3452">
            <w:pPr>
              <w:jc w:val="both"/>
            </w:pPr>
            <w:r w:rsidRPr="002F3452">
              <w:t>НАЦИОНАЛЬНАЯ ЭКОНОМИКА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6373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09FE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3F9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354 448,73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A0D4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228 292,08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D38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155 283,19</w:t>
            </w:r>
          </w:p>
        </w:tc>
      </w:tr>
      <w:tr w:rsidR="002F3452" w14:paraId="3E4BD8A6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11F84" w14:textId="77777777" w:rsidR="002F3452" w:rsidRPr="002F3452" w:rsidRDefault="002F3452" w:rsidP="002F3452">
            <w:pPr>
              <w:jc w:val="both"/>
            </w:pPr>
            <w:r w:rsidRPr="002F3452">
              <w:t>Сельское хозяйство и рыболовство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2EFBC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BE9C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4532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11 036,05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7730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596,05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5E98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596,05</w:t>
            </w:r>
          </w:p>
        </w:tc>
      </w:tr>
      <w:tr w:rsidR="002F3452" w14:paraId="6B288377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32986" w14:textId="77777777" w:rsidR="002F3452" w:rsidRPr="002F3452" w:rsidRDefault="002F3452" w:rsidP="002F3452">
            <w:pPr>
              <w:jc w:val="both"/>
            </w:pPr>
            <w:r w:rsidRPr="002F3452">
              <w:t>Дорожное хозяйство (дорожные фонды)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F5FD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AB94" w14:textId="77777777" w:rsidR="002F3452" w:rsidRPr="002F3452" w:rsidRDefault="002F3452">
            <w:pPr>
              <w:jc w:val="center"/>
            </w:pPr>
            <w:r w:rsidRPr="002F3452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3F6E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337 896,85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CC5C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227 156,03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6CF3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154 147,14</w:t>
            </w:r>
          </w:p>
        </w:tc>
      </w:tr>
      <w:tr w:rsidR="002F3452" w14:paraId="596C4E4F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4A32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национальной экономики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30B3F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5ABC" w14:textId="77777777" w:rsidR="002F3452" w:rsidRPr="002F3452" w:rsidRDefault="002F3452">
            <w:pPr>
              <w:jc w:val="center"/>
            </w:pPr>
            <w:r w:rsidRPr="002F3452">
              <w:t>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CB8E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5 515,83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A71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540,00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1A4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540,00</w:t>
            </w:r>
          </w:p>
        </w:tc>
      </w:tr>
      <w:tr w:rsidR="002F3452" w14:paraId="4D49D475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21F7" w14:textId="77777777" w:rsidR="002F3452" w:rsidRPr="002F3452" w:rsidRDefault="002F3452" w:rsidP="002F3452">
            <w:pPr>
              <w:jc w:val="both"/>
            </w:pPr>
            <w:r w:rsidRPr="002F3452">
              <w:t>ЖИЛИЩНО-КОММУНАЛЬНОЕ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BE78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BF536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D69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246 861,20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F44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85 800,33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6C6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87 729,97</w:t>
            </w:r>
          </w:p>
        </w:tc>
      </w:tr>
      <w:tr w:rsidR="002F3452" w14:paraId="7FD07589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5DF4" w14:textId="77777777" w:rsidR="002F3452" w:rsidRPr="002F3452" w:rsidRDefault="002F3452" w:rsidP="002F3452">
            <w:pPr>
              <w:jc w:val="both"/>
            </w:pPr>
            <w:r w:rsidRPr="002F3452">
              <w:lastRenderedPageBreak/>
              <w:t>Жилищное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1E20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58C36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0E49C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272,14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0B3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245,56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E0EF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245,56</w:t>
            </w:r>
          </w:p>
        </w:tc>
      </w:tr>
      <w:tr w:rsidR="002F3452" w14:paraId="0AEEA240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134F" w14:textId="77777777" w:rsidR="002F3452" w:rsidRPr="002F3452" w:rsidRDefault="002F3452" w:rsidP="002F3452">
            <w:pPr>
              <w:jc w:val="both"/>
            </w:pPr>
            <w:r w:rsidRPr="002F3452">
              <w:t>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3B85A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4623B" w14:textId="77777777" w:rsidR="002F3452" w:rsidRPr="002F3452" w:rsidRDefault="002F3452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764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2 923,38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83F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2 853,38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1A1F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2 853,38</w:t>
            </w:r>
          </w:p>
        </w:tc>
      </w:tr>
      <w:tr w:rsidR="002F3452" w14:paraId="0387B1CB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22D9" w14:textId="77777777" w:rsidR="002F3452" w:rsidRPr="002F3452" w:rsidRDefault="002F3452" w:rsidP="002F3452">
            <w:pPr>
              <w:jc w:val="both"/>
            </w:pPr>
            <w:r w:rsidRPr="002F3452">
              <w:t>Благоустройство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E879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5DB8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4E0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184 959,17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823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26 240,69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4D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27 944,85</w:t>
            </w:r>
          </w:p>
        </w:tc>
      </w:tr>
      <w:tr w:rsidR="002F3452" w14:paraId="33F65169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C6063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6CD0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D3FE7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60AE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58 706,51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ABE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56 460,70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B68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56 686,18</w:t>
            </w:r>
          </w:p>
        </w:tc>
      </w:tr>
      <w:tr w:rsidR="002F3452" w14:paraId="24E821F8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DEB3C" w14:textId="77777777" w:rsidR="002F3452" w:rsidRPr="002F3452" w:rsidRDefault="002F3452" w:rsidP="002F3452">
            <w:pPr>
              <w:jc w:val="both"/>
            </w:pPr>
            <w:r w:rsidRPr="002F3452">
              <w:t>ОХРАНА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1837" w14:textId="77777777" w:rsidR="002F3452" w:rsidRPr="002F3452" w:rsidRDefault="002F3452">
            <w:pPr>
              <w:jc w:val="center"/>
            </w:pPr>
            <w:r w:rsidRPr="002F3452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D165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DA3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7275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EEF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</w:tr>
      <w:tr w:rsidR="002F3452" w14:paraId="29E0D9A9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EF52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охраны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920E3" w14:textId="77777777" w:rsidR="002F3452" w:rsidRPr="002F3452" w:rsidRDefault="002F3452">
            <w:pPr>
              <w:jc w:val="center"/>
            </w:pPr>
            <w:r w:rsidRPr="002F3452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874C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387E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F0F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3B7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</w:tr>
      <w:tr w:rsidR="002F3452" w14:paraId="7D13CC4A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0049" w14:textId="77777777" w:rsidR="002F3452" w:rsidRPr="002F3452" w:rsidRDefault="002F3452" w:rsidP="002F3452">
            <w:pPr>
              <w:jc w:val="both"/>
            </w:pPr>
            <w:r w:rsidRPr="002F3452">
              <w:t>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6CCD4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D8D3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019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1 229 331,74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445F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1 139 460,20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B4E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1 209 240,61</w:t>
            </w:r>
          </w:p>
        </w:tc>
      </w:tr>
      <w:tr w:rsidR="002F3452" w14:paraId="03A5E832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27B1" w14:textId="77777777" w:rsidR="002F3452" w:rsidRPr="002F3452" w:rsidRDefault="002F3452" w:rsidP="002F3452">
            <w:pPr>
              <w:jc w:val="both"/>
            </w:pPr>
            <w:r w:rsidRPr="002F3452">
              <w:t>Дошкольное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CB866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E7B7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815F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441 072,41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B7A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445 327,76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D62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449 256,20</w:t>
            </w:r>
          </w:p>
        </w:tc>
      </w:tr>
      <w:tr w:rsidR="002F3452" w14:paraId="554A744D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97EF7" w14:textId="77777777" w:rsidR="002F3452" w:rsidRPr="002F3452" w:rsidRDefault="002F3452" w:rsidP="002F3452">
            <w:pPr>
              <w:jc w:val="both"/>
            </w:pPr>
            <w:r w:rsidRPr="002F3452">
              <w:t>Общее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87111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80E1" w14:textId="77777777" w:rsidR="002F3452" w:rsidRPr="002F3452" w:rsidRDefault="002F3452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AFA3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680 777,79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54C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596 455,16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A903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656 975,32</w:t>
            </w:r>
          </w:p>
        </w:tc>
      </w:tr>
      <w:tr w:rsidR="002F3452" w14:paraId="2A6E9970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9946" w14:textId="77777777" w:rsidR="002F3452" w:rsidRPr="002F3452" w:rsidRDefault="002F3452" w:rsidP="002F3452">
            <w:pPr>
              <w:jc w:val="both"/>
            </w:pPr>
            <w:r w:rsidRPr="002F3452">
              <w:t>Дополнительное образование детей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CA1B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61FB5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B61E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71 470,88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E48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66 509,17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35A3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71 726,49</w:t>
            </w:r>
          </w:p>
        </w:tc>
      </w:tr>
      <w:tr w:rsidR="002F3452" w14:paraId="47D51DCF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34D4" w14:textId="77777777" w:rsidR="002F3452" w:rsidRPr="002F3452" w:rsidRDefault="002F3452" w:rsidP="002F3452">
            <w:pPr>
              <w:jc w:val="both"/>
            </w:pPr>
            <w:r w:rsidRPr="002F3452">
              <w:t>Молодежная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48C5E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ECF5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41C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3 742,36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B5F48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3 118,80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22A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3 118,80</w:t>
            </w:r>
          </w:p>
        </w:tc>
      </w:tr>
      <w:tr w:rsidR="002F3452" w14:paraId="52086285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5706E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0AD2" w14:textId="77777777" w:rsidR="002F3452" w:rsidRPr="002F3452" w:rsidRDefault="002F3452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F27B" w14:textId="77777777" w:rsidR="002F3452" w:rsidRPr="002F3452" w:rsidRDefault="002F3452">
            <w:pPr>
              <w:jc w:val="center"/>
            </w:pPr>
            <w:r w:rsidRPr="002F3452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12A8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32 268,30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7E3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28 049,31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DE3C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28 163,80</w:t>
            </w:r>
          </w:p>
        </w:tc>
      </w:tr>
      <w:tr w:rsidR="002F3452" w14:paraId="28400224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739E" w14:textId="77777777" w:rsidR="002F3452" w:rsidRPr="002F3452" w:rsidRDefault="002F3452" w:rsidP="002F3452">
            <w:pPr>
              <w:jc w:val="both"/>
            </w:pPr>
            <w:r w:rsidRPr="002F3452">
              <w:t>КУЛЬТУРА, КИНЕМАТОГРАФИЯ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82C13" w14:textId="77777777" w:rsidR="002F3452" w:rsidRPr="002F3452" w:rsidRDefault="002F3452">
            <w:pPr>
              <w:jc w:val="center"/>
            </w:pPr>
            <w:r w:rsidRPr="002F345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F86CE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65A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170 457,17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8E55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140 890,89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193C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142 371,87</w:t>
            </w:r>
          </w:p>
        </w:tc>
      </w:tr>
      <w:tr w:rsidR="002F3452" w14:paraId="65DA7AF3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F5C5" w14:textId="77777777" w:rsidR="002F3452" w:rsidRPr="002F3452" w:rsidRDefault="002F3452" w:rsidP="002F3452">
            <w:pPr>
              <w:jc w:val="both"/>
            </w:pPr>
            <w:r w:rsidRPr="002F3452">
              <w:t>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6679" w14:textId="77777777" w:rsidR="002F3452" w:rsidRPr="002F3452" w:rsidRDefault="002F3452">
            <w:pPr>
              <w:jc w:val="center"/>
            </w:pPr>
            <w:r w:rsidRPr="002F345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1CFA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87B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157 858,77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9E0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129 263,22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4A4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130 709,44</w:t>
            </w:r>
          </w:p>
        </w:tc>
      </w:tr>
      <w:tr w:rsidR="002F3452" w14:paraId="4B963220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A63B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культуры, кинематографии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D2C5" w14:textId="77777777" w:rsidR="002F3452" w:rsidRPr="002F3452" w:rsidRDefault="002F3452">
            <w:pPr>
              <w:jc w:val="center"/>
            </w:pPr>
            <w:r w:rsidRPr="002F345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7EEC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F5C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12 598,40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4CF8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11 627,67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A27D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11 662,43</w:t>
            </w:r>
          </w:p>
        </w:tc>
      </w:tr>
      <w:tr w:rsidR="002F3452" w14:paraId="571A7816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DCE1D" w14:textId="77777777" w:rsidR="002F3452" w:rsidRPr="002F3452" w:rsidRDefault="002F3452" w:rsidP="002F3452">
            <w:pPr>
              <w:jc w:val="both"/>
            </w:pPr>
            <w:r w:rsidRPr="002F3452">
              <w:t>СОЦИАЛЬНАЯ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91C3C" w14:textId="77777777" w:rsidR="002F3452" w:rsidRPr="002F3452" w:rsidRDefault="002F3452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CDA47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9D4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367 099,59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6B3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348 316,62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1B5DB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344 074,72</w:t>
            </w:r>
          </w:p>
        </w:tc>
      </w:tr>
      <w:tr w:rsidR="002F3452" w14:paraId="6D1BEBC6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C28E" w14:textId="77777777" w:rsidR="002F3452" w:rsidRPr="002F3452" w:rsidRDefault="002F3452" w:rsidP="002F3452">
            <w:pPr>
              <w:jc w:val="both"/>
            </w:pPr>
            <w:r w:rsidRPr="002F3452">
              <w:t>Социальное обеспечение населения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D7DE7" w14:textId="77777777" w:rsidR="002F3452" w:rsidRPr="002F3452" w:rsidRDefault="002F3452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E939" w14:textId="77777777" w:rsidR="002F3452" w:rsidRPr="002F3452" w:rsidRDefault="002F3452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71589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243 105,05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FCD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243 032,87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964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240 147,09</w:t>
            </w:r>
          </w:p>
        </w:tc>
      </w:tr>
      <w:tr w:rsidR="002F3452" w14:paraId="6E125D4B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0908" w14:textId="77777777" w:rsidR="002F3452" w:rsidRPr="002F3452" w:rsidRDefault="002F3452" w:rsidP="002F3452">
            <w:pPr>
              <w:jc w:val="both"/>
            </w:pPr>
            <w:r w:rsidRPr="002F3452">
              <w:t>Охрана семьи и детства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6CB8" w14:textId="77777777" w:rsidR="002F3452" w:rsidRPr="002F3452" w:rsidRDefault="002F3452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AF80" w14:textId="77777777" w:rsidR="002F3452" w:rsidRPr="002F3452" w:rsidRDefault="002F3452">
            <w:pPr>
              <w:jc w:val="center"/>
            </w:pPr>
            <w:r w:rsidRPr="002F345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A7A0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91 539,08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951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75 047,14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956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73 691,02</w:t>
            </w:r>
          </w:p>
        </w:tc>
      </w:tr>
      <w:tr w:rsidR="002F3452" w14:paraId="521169C5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1EE05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социальной политики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25AF" w14:textId="77777777" w:rsidR="002F3452" w:rsidRPr="002F3452" w:rsidRDefault="002F3452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38BAE" w14:textId="77777777" w:rsidR="002F3452" w:rsidRPr="002F3452" w:rsidRDefault="002F3452">
            <w:pPr>
              <w:jc w:val="center"/>
            </w:pPr>
            <w:r w:rsidRPr="002F3452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27BA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32 455,46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DE57E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30 236,61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057E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30 236,61</w:t>
            </w:r>
          </w:p>
        </w:tc>
      </w:tr>
      <w:tr w:rsidR="002F3452" w14:paraId="1467FF11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90D9" w14:textId="77777777" w:rsidR="002F3452" w:rsidRPr="002F3452" w:rsidRDefault="002F3452" w:rsidP="002F3452">
            <w:pPr>
              <w:jc w:val="both"/>
            </w:pPr>
            <w:r w:rsidRPr="002F3452">
              <w:t>ФИЗИЧЕСКАЯ КУЛЬТУРА И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885FC" w14:textId="77777777" w:rsidR="002F3452" w:rsidRPr="002F3452" w:rsidRDefault="002F3452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F461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1EC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222 551,69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CB31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112 663,42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950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32 548,47</w:t>
            </w:r>
          </w:p>
        </w:tc>
      </w:tr>
      <w:tr w:rsidR="002F3452" w14:paraId="0535BAB9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0FAA0" w14:textId="77777777" w:rsidR="002F3452" w:rsidRPr="002F3452" w:rsidRDefault="002F3452" w:rsidP="002F3452">
            <w:pPr>
              <w:jc w:val="both"/>
            </w:pPr>
            <w:r w:rsidRPr="002F3452">
              <w:t>Физическая 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C8F5" w14:textId="77777777" w:rsidR="002F3452" w:rsidRPr="002F3452" w:rsidRDefault="002F3452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2A28" w14:textId="77777777" w:rsidR="002F3452" w:rsidRPr="002F3452" w:rsidRDefault="002F3452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217E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217 993,53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893E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108 513,57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B014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28 398,62</w:t>
            </w:r>
          </w:p>
        </w:tc>
      </w:tr>
      <w:tr w:rsidR="002F3452" w14:paraId="00CC442D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FB4F" w14:textId="77777777" w:rsidR="002F3452" w:rsidRPr="002F3452" w:rsidRDefault="002F3452" w:rsidP="002F3452">
            <w:pPr>
              <w:jc w:val="both"/>
            </w:pPr>
            <w:r w:rsidRPr="002F3452">
              <w:t>Массовый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F710" w14:textId="77777777" w:rsidR="002F3452" w:rsidRPr="002F3452" w:rsidRDefault="002F3452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1A47" w14:textId="77777777" w:rsidR="002F3452" w:rsidRPr="002F3452" w:rsidRDefault="002F3452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8B3D7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916,75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812B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916,75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43C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916,75</w:t>
            </w:r>
          </w:p>
        </w:tc>
      </w:tr>
      <w:tr w:rsidR="002F3452" w14:paraId="5A8736B4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10C6" w14:textId="77777777" w:rsidR="002F3452" w:rsidRPr="002F3452" w:rsidRDefault="002F3452" w:rsidP="002F3452">
            <w:pPr>
              <w:jc w:val="both"/>
            </w:pPr>
            <w:r w:rsidRPr="002F3452">
              <w:t>Другие вопросы в области физической культуры и спорта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03CA9" w14:textId="77777777" w:rsidR="002F3452" w:rsidRPr="002F3452" w:rsidRDefault="002F3452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0A18" w14:textId="77777777" w:rsidR="002F3452" w:rsidRPr="002F3452" w:rsidRDefault="002F3452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075F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3 641,41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9A62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3 233,10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E776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3 233,10</w:t>
            </w:r>
          </w:p>
        </w:tc>
      </w:tr>
      <w:tr w:rsidR="002F3452" w14:paraId="537E4568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8F81" w14:textId="77777777" w:rsidR="002F3452" w:rsidRPr="002F3452" w:rsidRDefault="002F3452" w:rsidP="002F3452">
            <w:pPr>
              <w:jc w:val="both"/>
            </w:pPr>
            <w:r w:rsidRPr="002F3452">
              <w:t>Условно утвержденные расходы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01DC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1F07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71BAC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5DF1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30 960,00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9B2D4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64 210,00</w:t>
            </w:r>
          </w:p>
        </w:tc>
      </w:tr>
      <w:tr w:rsidR="002F3452" w14:paraId="36150A0E" w14:textId="77777777" w:rsidTr="002F345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912E" w14:textId="77777777" w:rsidR="002F3452" w:rsidRPr="002F3452" w:rsidRDefault="002F3452" w:rsidP="002F3452">
            <w:pPr>
              <w:jc w:val="both"/>
            </w:pPr>
            <w:r w:rsidRPr="002F3452">
              <w:t>Итого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68DA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A568D" w14:textId="77777777" w:rsidR="002F3452" w:rsidRPr="002F3452" w:rsidRDefault="002F3452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33AA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2 924 193,42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5F5CD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2 387 845,45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6276" w14:textId="77777777" w:rsidR="002F3452" w:rsidRPr="002F3452" w:rsidRDefault="002F3452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2 337 942,91</w:t>
            </w:r>
          </w:p>
        </w:tc>
      </w:tr>
    </w:tbl>
    <w:p w14:paraId="36F5291C" w14:textId="77777777" w:rsidR="00353189" w:rsidRDefault="00353189"/>
    <w:p w14:paraId="4CEFD941" w14:textId="77777777" w:rsidR="00BA021C" w:rsidRDefault="00BA021C"/>
    <w:p w14:paraId="7E02E92A" w14:textId="77777777"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14:paraId="50B7F21C" w14:textId="77777777"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3BCFEDC5" w14:textId="77777777" w:rsidR="00BA021C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14:paraId="309C604B" w14:textId="77777777" w:rsidR="00BA021C" w:rsidRPr="00BA021C" w:rsidRDefault="00BA021C">
      <w:pPr>
        <w:rPr>
          <w:lang w:val="x-none"/>
        </w:rPr>
      </w:pPr>
    </w:p>
    <w:sectPr w:rsidR="00BA021C" w:rsidRPr="00BA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89"/>
    <w:rsid w:val="002F3452"/>
    <w:rsid w:val="00353189"/>
    <w:rsid w:val="003D2CDB"/>
    <w:rsid w:val="00464222"/>
    <w:rsid w:val="00530AC4"/>
    <w:rsid w:val="006A20E8"/>
    <w:rsid w:val="00BA021C"/>
    <w:rsid w:val="00BF524B"/>
    <w:rsid w:val="00E84949"/>
    <w:rsid w:val="00E8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7BDC"/>
  <w15:chartTrackingRefBased/>
  <w15:docId w15:val="{1E48CF5D-A2AC-48F4-8040-A390F11F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2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3">
    <w:name w:val="Нумерованный абзац"/>
    <w:rsid w:val="00BA021C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kern w:val="0"/>
      <w:sz w:val="28"/>
      <w:szCs w:val="28"/>
      <w:lang w:eastAsia="ru-RU"/>
      <w14:ligatures w14:val="none"/>
    </w:rPr>
  </w:style>
  <w:style w:type="paragraph" w:styleId="a4">
    <w:name w:val="header"/>
    <w:basedOn w:val="a"/>
    <w:link w:val="1"/>
    <w:rsid w:val="00BA02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uiPriority w:val="99"/>
    <w:semiHidden/>
    <w:rsid w:val="00BA021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">
    <w:name w:val="Верхний колонтитул Знак1"/>
    <w:link w:val="a4"/>
    <w:rsid w:val="00BA021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7</cp:revision>
  <dcterms:created xsi:type="dcterms:W3CDTF">2024-02-02T10:09:00Z</dcterms:created>
  <dcterms:modified xsi:type="dcterms:W3CDTF">2024-06-21T12:41:00Z</dcterms:modified>
</cp:coreProperties>
</file>