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58" w:rsidRPr="0012413A" w:rsidRDefault="00363158" w:rsidP="00C26A35">
      <w:pPr>
        <w:spacing w:line="240" w:lineRule="exact"/>
        <w:ind w:left="5041"/>
        <w:jc w:val="center"/>
        <w:rPr>
          <w:sz w:val="28"/>
          <w:szCs w:val="28"/>
        </w:rPr>
      </w:pPr>
      <w:r w:rsidRPr="0012413A">
        <w:rPr>
          <w:sz w:val="28"/>
          <w:szCs w:val="28"/>
        </w:rPr>
        <w:t>Пр</w:t>
      </w:r>
      <w:bookmarkStart w:id="0" w:name="_GoBack"/>
      <w:bookmarkEnd w:id="0"/>
      <w:r w:rsidRPr="0012413A">
        <w:rPr>
          <w:sz w:val="28"/>
          <w:szCs w:val="28"/>
        </w:rPr>
        <w:t>иложение 1</w:t>
      </w:r>
    </w:p>
    <w:p w:rsidR="00363158" w:rsidRPr="0012413A" w:rsidRDefault="00363158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2413A">
        <w:rPr>
          <w:sz w:val="28"/>
          <w:szCs w:val="28"/>
        </w:rPr>
        <w:t xml:space="preserve"> годов» </w:t>
      </w:r>
    </w:p>
    <w:p w:rsidR="00363158" w:rsidRPr="00170D46" w:rsidRDefault="00363158" w:rsidP="008B3F08">
      <w:pPr>
        <w:jc w:val="both"/>
        <w:rPr>
          <w:sz w:val="28"/>
          <w:szCs w:val="28"/>
        </w:rPr>
      </w:pPr>
    </w:p>
    <w:p w:rsidR="00363158" w:rsidRPr="00170D46" w:rsidRDefault="00363158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363158" w:rsidRPr="00170D46" w:rsidRDefault="00363158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363158" w:rsidRDefault="00363158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363158" w:rsidRDefault="00363158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363158" w:rsidRPr="00170D46" w:rsidRDefault="00363158" w:rsidP="0012413A">
      <w:pPr>
        <w:spacing w:line="240" w:lineRule="exact"/>
        <w:jc w:val="center"/>
        <w:rPr>
          <w:sz w:val="28"/>
          <w:szCs w:val="28"/>
        </w:rPr>
      </w:pPr>
    </w:p>
    <w:p w:rsidR="00363158" w:rsidRPr="00B3319C" w:rsidRDefault="00363158" w:rsidP="005206AD">
      <w:pPr>
        <w:jc w:val="right"/>
      </w:pPr>
      <w:r>
        <w:t xml:space="preserve">                                                                                                                               </w:t>
      </w:r>
      <w:r w:rsidRPr="00B3319C"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363158" w:rsidRPr="0012413A">
        <w:trPr>
          <w:trHeight w:val="519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Код бюджетной</w:t>
            </w:r>
          </w:p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jc w:val="center"/>
            </w:pPr>
            <w:r w:rsidRPr="00A35F3E">
              <w:t>Сумма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3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  <w:highlight w:val="yellow"/>
              </w:rPr>
            </w:pPr>
            <w:r w:rsidRPr="00A35F3E">
              <w:rPr>
                <w:sz w:val="24"/>
                <w:szCs w:val="24"/>
              </w:rPr>
              <w:t>3 525,56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  <w:highlight w:val="yellow"/>
              </w:rPr>
            </w:pPr>
            <w:r w:rsidRPr="00A35F3E">
              <w:rPr>
                <w:sz w:val="24"/>
                <w:szCs w:val="24"/>
              </w:rPr>
              <w:t>3 525,56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363158" w:rsidRPr="0012413A">
        <w:trPr>
          <w:trHeight w:val="255"/>
        </w:trPr>
        <w:tc>
          <w:tcPr>
            <w:tcW w:w="4428" w:type="dxa"/>
            <w:vAlign w:val="center"/>
          </w:tcPr>
          <w:p w:rsidR="00363158" w:rsidRPr="00A35F3E" w:rsidRDefault="00363158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363158" w:rsidRPr="00A35F3E" w:rsidRDefault="00363158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</w:tbl>
    <w:p w:rsidR="00363158" w:rsidRDefault="00363158" w:rsidP="008B3F08">
      <w:pPr>
        <w:pStyle w:val="Header"/>
        <w:tabs>
          <w:tab w:val="left" w:pos="708"/>
        </w:tabs>
      </w:pPr>
    </w:p>
    <w:p w:rsidR="00363158" w:rsidRDefault="00363158" w:rsidP="008B3F08">
      <w:pPr>
        <w:pStyle w:val="Header"/>
        <w:tabs>
          <w:tab w:val="left" w:pos="708"/>
        </w:tabs>
      </w:pPr>
    </w:p>
    <w:p w:rsidR="00363158" w:rsidRDefault="00363158" w:rsidP="008B3F08">
      <w:pPr>
        <w:pStyle w:val="Header"/>
        <w:tabs>
          <w:tab w:val="left" w:pos="708"/>
        </w:tabs>
      </w:pPr>
    </w:p>
    <w:p w:rsidR="00363158" w:rsidRDefault="00363158" w:rsidP="00386738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363158" w:rsidRDefault="00363158" w:rsidP="00386738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363158" w:rsidRDefault="00363158" w:rsidP="00386738">
      <w:pPr>
        <w:pStyle w:val="Header"/>
        <w:tabs>
          <w:tab w:val="left" w:pos="708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363158" w:rsidRDefault="00363158" w:rsidP="008B3F08">
      <w:pPr>
        <w:pStyle w:val="Header"/>
        <w:tabs>
          <w:tab w:val="left" w:pos="708"/>
        </w:tabs>
      </w:pPr>
    </w:p>
    <w:sectPr w:rsidR="00363158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3F4B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55B7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3AF3"/>
    <w:rsid w:val="001F4F1E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3158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738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0E65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35F3E"/>
    <w:rsid w:val="00A43559"/>
    <w:rsid w:val="00A45FE3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26A35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646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71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1</Pages>
  <Words>230</Words>
  <Characters>1317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86</cp:revision>
  <cp:lastPrinted>2020-09-10T11:12:00Z</cp:lastPrinted>
  <dcterms:created xsi:type="dcterms:W3CDTF">2019-02-12T07:02:00Z</dcterms:created>
  <dcterms:modified xsi:type="dcterms:W3CDTF">2022-11-14T05:06:00Z</dcterms:modified>
</cp:coreProperties>
</file>