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8E0" w:rsidRPr="0012413A" w:rsidRDefault="00CF78E0" w:rsidP="00E94EB2">
      <w:pPr>
        <w:spacing w:line="240" w:lineRule="exact"/>
        <w:ind w:left="5580"/>
        <w:jc w:val="center"/>
        <w:rPr>
          <w:sz w:val="28"/>
          <w:szCs w:val="28"/>
        </w:rPr>
      </w:pPr>
      <w:r w:rsidRPr="0012413A">
        <w:rPr>
          <w:sz w:val="28"/>
          <w:szCs w:val="28"/>
        </w:rPr>
        <w:t>Приложение 1</w:t>
      </w:r>
    </w:p>
    <w:p w:rsidR="00CF78E0" w:rsidRPr="0012413A" w:rsidRDefault="00CF78E0" w:rsidP="00E94EB2">
      <w:pPr>
        <w:spacing w:line="240" w:lineRule="exact"/>
        <w:ind w:left="5580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2413A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2413A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2413A">
        <w:rPr>
          <w:sz w:val="28"/>
          <w:szCs w:val="28"/>
        </w:rPr>
        <w:t xml:space="preserve"> годов» </w:t>
      </w:r>
    </w:p>
    <w:p w:rsidR="00CF78E0" w:rsidRPr="00170D46" w:rsidRDefault="00CF78E0" w:rsidP="008B3F08">
      <w:pPr>
        <w:jc w:val="both"/>
        <w:rPr>
          <w:sz w:val="28"/>
          <w:szCs w:val="28"/>
        </w:rPr>
      </w:pPr>
    </w:p>
    <w:p w:rsidR="00CF78E0" w:rsidRPr="00170D46" w:rsidRDefault="00CF78E0" w:rsidP="008B3F08">
      <w:pPr>
        <w:pStyle w:val="Heading1"/>
        <w:ind w:firstLine="0"/>
        <w:jc w:val="center"/>
        <w:rPr>
          <w:b w:val="0"/>
          <w:bCs w:val="0"/>
          <w:i w:val="0"/>
          <w:iCs w:val="0"/>
        </w:rPr>
      </w:pPr>
    </w:p>
    <w:p w:rsidR="00CF78E0" w:rsidRPr="00170D46" w:rsidRDefault="00CF78E0" w:rsidP="0012413A">
      <w:pPr>
        <w:pStyle w:val="Heading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:rsidR="00CF78E0" w:rsidRDefault="00CF78E0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:rsidR="00CF78E0" w:rsidRDefault="00CF78E0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170D46">
        <w:rPr>
          <w:sz w:val="28"/>
          <w:szCs w:val="28"/>
        </w:rPr>
        <w:t xml:space="preserve"> год</w:t>
      </w:r>
    </w:p>
    <w:p w:rsidR="00CF78E0" w:rsidRPr="00B3319C" w:rsidRDefault="00CF78E0" w:rsidP="005206AD">
      <w:pPr>
        <w:jc w:val="right"/>
      </w:pPr>
      <w:r>
        <w:t xml:space="preserve">                                                                                                                               </w:t>
      </w:r>
      <w:r w:rsidRPr="00B3319C">
        <w:t xml:space="preserve">(тыс.рублей)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8"/>
        <w:gridCol w:w="3415"/>
        <w:gridCol w:w="1800"/>
      </w:tblGrid>
      <w:tr w:rsidR="00CF78E0" w:rsidRPr="00785443">
        <w:trPr>
          <w:trHeight w:val="519"/>
        </w:trPr>
        <w:tc>
          <w:tcPr>
            <w:tcW w:w="4428" w:type="dxa"/>
            <w:vAlign w:val="center"/>
          </w:tcPr>
          <w:p w:rsidR="00CF78E0" w:rsidRPr="00785443" w:rsidRDefault="00CF78E0" w:rsidP="00DF6E9F">
            <w:pPr>
              <w:pStyle w:val="Heading4"/>
              <w:rPr>
                <w:color w:val="auto"/>
                <w:sz w:val="24"/>
                <w:szCs w:val="24"/>
              </w:rPr>
            </w:pPr>
            <w:r w:rsidRPr="00785443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Код бюджетной</w:t>
            </w:r>
          </w:p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00" w:type="dxa"/>
            <w:vAlign w:val="center"/>
          </w:tcPr>
          <w:p w:rsidR="00CF78E0" w:rsidRPr="00785443" w:rsidRDefault="00CF78E0" w:rsidP="00DF6E9F">
            <w:pPr>
              <w:jc w:val="center"/>
            </w:pPr>
            <w:r w:rsidRPr="00785443">
              <w:t>Сумма</w:t>
            </w:r>
          </w:p>
        </w:tc>
      </w:tr>
      <w:tr w:rsidR="00CF78E0" w:rsidRPr="00785443">
        <w:trPr>
          <w:trHeight w:val="255"/>
        </w:trPr>
        <w:tc>
          <w:tcPr>
            <w:tcW w:w="4428" w:type="dxa"/>
            <w:vAlign w:val="center"/>
          </w:tcPr>
          <w:p w:rsidR="00CF78E0" w:rsidRPr="00785443" w:rsidRDefault="00CF78E0" w:rsidP="00DF6E9F">
            <w:pPr>
              <w:pStyle w:val="Heading4"/>
              <w:rPr>
                <w:color w:val="auto"/>
                <w:sz w:val="24"/>
                <w:szCs w:val="24"/>
              </w:rPr>
            </w:pPr>
            <w:r w:rsidRPr="00785443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415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3</w:t>
            </w:r>
          </w:p>
        </w:tc>
      </w:tr>
      <w:tr w:rsidR="00CF78E0" w:rsidRPr="00785443">
        <w:trPr>
          <w:trHeight w:val="255"/>
        </w:trPr>
        <w:tc>
          <w:tcPr>
            <w:tcW w:w="4428" w:type="dxa"/>
            <w:vAlign w:val="center"/>
          </w:tcPr>
          <w:p w:rsidR="00CF78E0" w:rsidRPr="00785443" w:rsidRDefault="00CF78E0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785443">
              <w:rPr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3415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170 667,54</w:t>
            </w:r>
          </w:p>
        </w:tc>
      </w:tr>
      <w:tr w:rsidR="00CF78E0" w:rsidRPr="00785443">
        <w:trPr>
          <w:trHeight w:val="255"/>
        </w:trPr>
        <w:tc>
          <w:tcPr>
            <w:tcW w:w="4428" w:type="dxa"/>
            <w:vAlign w:val="center"/>
          </w:tcPr>
          <w:p w:rsidR="00CF78E0" w:rsidRPr="00785443" w:rsidRDefault="00CF78E0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785443">
              <w:rPr>
                <w:color w:val="auto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604 01050000 00 0000 000</w:t>
            </w:r>
          </w:p>
        </w:tc>
        <w:tc>
          <w:tcPr>
            <w:tcW w:w="1800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170 667,54</w:t>
            </w:r>
          </w:p>
        </w:tc>
      </w:tr>
      <w:tr w:rsidR="00CF78E0" w:rsidRPr="00785443">
        <w:trPr>
          <w:trHeight w:val="255"/>
        </w:trPr>
        <w:tc>
          <w:tcPr>
            <w:tcW w:w="4428" w:type="dxa"/>
            <w:vAlign w:val="center"/>
          </w:tcPr>
          <w:p w:rsidR="00CF78E0" w:rsidRPr="00785443" w:rsidRDefault="00CF78E0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785443">
              <w:rPr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604 01050000 00 0000 500</w:t>
            </w:r>
          </w:p>
        </w:tc>
        <w:tc>
          <w:tcPr>
            <w:tcW w:w="1800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-2 640 670,25</w:t>
            </w:r>
          </w:p>
        </w:tc>
      </w:tr>
      <w:tr w:rsidR="00CF78E0" w:rsidRPr="00785443">
        <w:trPr>
          <w:trHeight w:val="255"/>
        </w:trPr>
        <w:tc>
          <w:tcPr>
            <w:tcW w:w="4428" w:type="dxa"/>
            <w:vAlign w:val="center"/>
          </w:tcPr>
          <w:p w:rsidR="00CF78E0" w:rsidRPr="00785443" w:rsidRDefault="00CF78E0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785443">
              <w:rPr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604 01050200 00 0000 500</w:t>
            </w:r>
          </w:p>
        </w:tc>
        <w:tc>
          <w:tcPr>
            <w:tcW w:w="1800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-2 640 670,25</w:t>
            </w:r>
          </w:p>
        </w:tc>
      </w:tr>
      <w:tr w:rsidR="00CF78E0" w:rsidRPr="00785443">
        <w:trPr>
          <w:trHeight w:val="255"/>
        </w:trPr>
        <w:tc>
          <w:tcPr>
            <w:tcW w:w="4428" w:type="dxa"/>
            <w:vAlign w:val="center"/>
          </w:tcPr>
          <w:p w:rsidR="00CF78E0" w:rsidRPr="00785443" w:rsidRDefault="00CF78E0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785443">
              <w:rPr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604 01050201 00 0000 510</w:t>
            </w:r>
          </w:p>
        </w:tc>
        <w:tc>
          <w:tcPr>
            <w:tcW w:w="1800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-2 640 670,25</w:t>
            </w:r>
          </w:p>
        </w:tc>
      </w:tr>
      <w:tr w:rsidR="00CF78E0" w:rsidRPr="00785443">
        <w:trPr>
          <w:trHeight w:val="255"/>
        </w:trPr>
        <w:tc>
          <w:tcPr>
            <w:tcW w:w="4428" w:type="dxa"/>
            <w:vAlign w:val="center"/>
          </w:tcPr>
          <w:p w:rsidR="00CF78E0" w:rsidRPr="00785443" w:rsidRDefault="00CF78E0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785443">
              <w:rPr>
                <w:color w:val="auto"/>
                <w:sz w:val="24"/>
                <w:szCs w:val="24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604 01050201 04 0000 510</w:t>
            </w:r>
          </w:p>
        </w:tc>
        <w:tc>
          <w:tcPr>
            <w:tcW w:w="1800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-2 640 670,25</w:t>
            </w:r>
          </w:p>
        </w:tc>
      </w:tr>
      <w:tr w:rsidR="00CF78E0" w:rsidRPr="00785443">
        <w:trPr>
          <w:trHeight w:val="255"/>
        </w:trPr>
        <w:tc>
          <w:tcPr>
            <w:tcW w:w="4428" w:type="dxa"/>
            <w:vAlign w:val="center"/>
          </w:tcPr>
          <w:p w:rsidR="00CF78E0" w:rsidRPr="00785443" w:rsidRDefault="00CF78E0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785443">
              <w:rPr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604 01050000 00 0000 600</w:t>
            </w:r>
          </w:p>
        </w:tc>
        <w:tc>
          <w:tcPr>
            <w:tcW w:w="1800" w:type="dxa"/>
            <w:vAlign w:val="center"/>
          </w:tcPr>
          <w:p w:rsidR="00CF78E0" w:rsidRPr="00785443" w:rsidRDefault="00CF78E0" w:rsidP="00DF6E9F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2 811 337,79</w:t>
            </w:r>
          </w:p>
        </w:tc>
      </w:tr>
      <w:tr w:rsidR="00CF78E0" w:rsidRPr="00785443">
        <w:trPr>
          <w:trHeight w:val="255"/>
        </w:trPr>
        <w:tc>
          <w:tcPr>
            <w:tcW w:w="4428" w:type="dxa"/>
            <w:vAlign w:val="center"/>
          </w:tcPr>
          <w:p w:rsidR="00CF78E0" w:rsidRPr="00785443" w:rsidRDefault="00CF78E0" w:rsidP="00E133D2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785443">
              <w:rPr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CF78E0" w:rsidRPr="00785443" w:rsidRDefault="00CF78E0" w:rsidP="00E133D2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604 01050200 00 0000 600</w:t>
            </w:r>
          </w:p>
        </w:tc>
        <w:tc>
          <w:tcPr>
            <w:tcW w:w="1800" w:type="dxa"/>
            <w:vAlign w:val="center"/>
          </w:tcPr>
          <w:p w:rsidR="00CF78E0" w:rsidRPr="00785443" w:rsidRDefault="00CF78E0" w:rsidP="00E133D2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2 811 337,79</w:t>
            </w:r>
          </w:p>
        </w:tc>
      </w:tr>
      <w:tr w:rsidR="00CF78E0" w:rsidRPr="00785443">
        <w:trPr>
          <w:trHeight w:val="255"/>
        </w:trPr>
        <w:tc>
          <w:tcPr>
            <w:tcW w:w="4428" w:type="dxa"/>
            <w:vAlign w:val="center"/>
          </w:tcPr>
          <w:p w:rsidR="00CF78E0" w:rsidRPr="00785443" w:rsidRDefault="00CF78E0" w:rsidP="00E133D2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785443">
              <w:rPr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CF78E0" w:rsidRPr="00785443" w:rsidRDefault="00CF78E0" w:rsidP="00E133D2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604 01050201 00 0000 610</w:t>
            </w:r>
          </w:p>
        </w:tc>
        <w:tc>
          <w:tcPr>
            <w:tcW w:w="1800" w:type="dxa"/>
            <w:vAlign w:val="center"/>
          </w:tcPr>
          <w:p w:rsidR="00CF78E0" w:rsidRPr="00785443" w:rsidRDefault="00CF78E0" w:rsidP="00E133D2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2 811 337,79</w:t>
            </w:r>
          </w:p>
        </w:tc>
      </w:tr>
      <w:tr w:rsidR="00CF78E0" w:rsidRPr="00785443">
        <w:trPr>
          <w:trHeight w:val="255"/>
        </w:trPr>
        <w:tc>
          <w:tcPr>
            <w:tcW w:w="4428" w:type="dxa"/>
            <w:vAlign w:val="center"/>
          </w:tcPr>
          <w:p w:rsidR="00CF78E0" w:rsidRPr="00785443" w:rsidRDefault="00CF78E0" w:rsidP="00E133D2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785443">
              <w:rPr>
                <w:color w:val="auto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:rsidR="00CF78E0" w:rsidRPr="00785443" w:rsidRDefault="00CF78E0" w:rsidP="00E133D2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604 01050201 04 0000 610</w:t>
            </w:r>
          </w:p>
        </w:tc>
        <w:tc>
          <w:tcPr>
            <w:tcW w:w="1800" w:type="dxa"/>
            <w:vAlign w:val="center"/>
          </w:tcPr>
          <w:p w:rsidR="00CF78E0" w:rsidRPr="00785443" w:rsidRDefault="00CF78E0" w:rsidP="00E133D2">
            <w:pPr>
              <w:pStyle w:val="Heading2"/>
              <w:rPr>
                <w:sz w:val="24"/>
                <w:szCs w:val="24"/>
              </w:rPr>
            </w:pPr>
            <w:r w:rsidRPr="00785443">
              <w:rPr>
                <w:sz w:val="24"/>
                <w:szCs w:val="24"/>
              </w:rPr>
              <w:t>2 811 337,79</w:t>
            </w:r>
          </w:p>
        </w:tc>
      </w:tr>
    </w:tbl>
    <w:p w:rsidR="00CF78E0" w:rsidRDefault="00CF78E0" w:rsidP="008B3F08">
      <w:pPr>
        <w:pStyle w:val="Header"/>
        <w:tabs>
          <w:tab w:val="left" w:pos="708"/>
        </w:tabs>
      </w:pPr>
    </w:p>
    <w:p w:rsidR="00CF78E0" w:rsidRDefault="00CF78E0" w:rsidP="008B3F08">
      <w:pPr>
        <w:pStyle w:val="Header"/>
        <w:tabs>
          <w:tab w:val="left" w:pos="708"/>
        </w:tabs>
      </w:pPr>
    </w:p>
    <w:p w:rsidR="00CF78E0" w:rsidRDefault="00CF78E0" w:rsidP="008B3F08">
      <w:pPr>
        <w:pStyle w:val="Header"/>
        <w:tabs>
          <w:tab w:val="left" w:pos="708"/>
        </w:tabs>
      </w:pPr>
    </w:p>
    <w:p w:rsidR="00CF78E0" w:rsidRPr="0012413A" w:rsidRDefault="00CF78E0" w:rsidP="008B3F0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CF78E0" w:rsidRPr="0012413A" w:rsidRDefault="00CF78E0" w:rsidP="008B3F0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CF78E0" w:rsidRPr="0012413A" w:rsidRDefault="00CF78E0" w:rsidP="0012413A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 xml:space="preserve">Е.Н. Денисенко </w:t>
      </w:r>
    </w:p>
    <w:sectPr w:rsidR="00CF78E0" w:rsidRPr="0012413A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FD5"/>
    <w:rsid w:val="00002CD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78ED"/>
    <w:rsid w:val="000617D3"/>
    <w:rsid w:val="00061A6B"/>
    <w:rsid w:val="000632BB"/>
    <w:rsid w:val="00070D7D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24CF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1F4F1E"/>
    <w:rsid w:val="00200B90"/>
    <w:rsid w:val="00200BB2"/>
    <w:rsid w:val="00201F3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3F6A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06A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57084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7C33"/>
    <w:rsid w:val="00667E69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F0246"/>
    <w:rsid w:val="006F1348"/>
    <w:rsid w:val="006F4A62"/>
    <w:rsid w:val="006F5161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188A"/>
    <w:rsid w:val="00755DD4"/>
    <w:rsid w:val="007612B8"/>
    <w:rsid w:val="00763032"/>
    <w:rsid w:val="0076447E"/>
    <w:rsid w:val="0076680C"/>
    <w:rsid w:val="0077381D"/>
    <w:rsid w:val="007819A1"/>
    <w:rsid w:val="00785443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66C5"/>
    <w:rsid w:val="00817246"/>
    <w:rsid w:val="00817413"/>
    <w:rsid w:val="008178AA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AFA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7774"/>
    <w:rsid w:val="00920270"/>
    <w:rsid w:val="00930D31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6CF0"/>
    <w:rsid w:val="00A2708E"/>
    <w:rsid w:val="00A30076"/>
    <w:rsid w:val="00A30CEA"/>
    <w:rsid w:val="00A30DD8"/>
    <w:rsid w:val="00A35F3E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319C"/>
    <w:rsid w:val="00B36F4B"/>
    <w:rsid w:val="00B37FEF"/>
    <w:rsid w:val="00B46DAD"/>
    <w:rsid w:val="00B569B8"/>
    <w:rsid w:val="00B62F36"/>
    <w:rsid w:val="00B640ED"/>
    <w:rsid w:val="00B6519A"/>
    <w:rsid w:val="00B729CC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345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48EF"/>
    <w:rsid w:val="00C04C5C"/>
    <w:rsid w:val="00C105EC"/>
    <w:rsid w:val="00C1203D"/>
    <w:rsid w:val="00C17CA7"/>
    <w:rsid w:val="00C2354B"/>
    <w:rsid w:val="00C238C3"/>
    <w:rsid w:val="00C313D6"/>
    <w:rsid w:val="00C33F83"/>
    <w:rsid w:val="00C37299"/>
    <w:rsid w:val="00C379DD"/>
    <w:rsid w:val="00C40808"/>
    <w:rsid w:val="00C40895"/>
    <w:rsid w:val="00C42DCE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3B3C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CF78E0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35ED"/>
    <w:rsid w:val="00DF6E9F"/>
    <w:rsid w:val="00E000CC"/>
    <w:rsid w:val="00E01406"/>
    <w:rsid w:val="00E017F0"/>
    <w:rsid w:val="00E0230F"/>
    <w:rsid w:val="00E133D2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64255"/>
    <w:rsid w:val="00E647B2"/>
    <w:rsid w:val="00E7259C"/>
    <w:rsid w:val="00E74365"/>
    <w:rsid w:val="00E76EA5"/>
    <w:rsid w:val="00E77A24"/>
    <w:rsid w:val="00E83FCA"/>
    <w:rsid w:val="00E84C8A"/>
    <w:rsid w:val="00E92C1A"/>
    <w:rsid w:val="00E94108"/>
    <w:rsid w:val="00E94EB2"/>
    <w:rsid w:val="00EA0F40"/>
    <w:rsid w:val="00EA54CC"/>
    <w:rsid w:val="00EA5C5C"/>
    <w:rsid w:val="00EB1307"/>
    <w:rsid w:val="00EB7B2D"/>
    <w:rsid w:val="00EC3932"/>
    <w:rsid w:val="00EC39BF"/>
    <w:rsid w:val="00ED20D0"/>
    <w:rsid w:val="00ED38BC"/>
    <w:rsid w:val="00ED54CB"/>
    <w:rsid w:val="00ED636A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1FA3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9754D"/>
    <w:rsid w:val="00FA3047"/>
    <w:rsid w:val="00FA37D7"/>
    <w:rsid w:val="00FA4E55"/>
    <w:rsid w:val="00FA5DBE"/>
    <w:rsid w:val="00FB5E92"/>
    <w:rsid w:val="00FD06FE"/>
    <w:rsid w:val="00FD0D68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F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240</TotalTime>
  <Pages>1</Pages>
  <Words>231</Words>
  <Characters>1318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94</cp:revision>
  <cp:lastPrinted>2020-09-10T11:12:00Z</cp:lastPrinted>
  <dcterms:created xsi:type="dcterms:W3CDTF">2019-02-12T07:02:00Z</dcterms:created>
  <dcterms:modified xsi:type="dcterms:W3CDTF">2023-03-30T11:41:00Z</dcterms:modified>
</cp:coreProperties>
</file>