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285" w:rsidRPr="00167538" w:rsidRDefault="00B62285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B62285" w:rsidRPr="00167538" w:rsidRDefault="00B62285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B62285" w:rsidRDefault="00B62285" w:rsidP="00C101FB">
      <w:pPr>
        <w:jc w:val="center"/>
      </w:pPr>
    </w:p>
    <w:p w:rsidR="00B62285" w:rsidRPr="00170D46" w:rsidRDefault="00B62285" w:rsidP="00C101FB">
      <w:pPr>
        <w:jc w:val="center"/>
      </w:pPr>
    </w:p>
    <w:p w:rsidR="00B62285" w:rsidRPr="00170D46" w:rsidRDefault="00B62285" w:rsidP="00C02F02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B62285" w:rsidRDefault="00B62285" w:rsidP="00C02F02">
      <w:pPr>
        <w:pStyle w:val="Header"/>
        <w:tabs>
          <w:tab w:val="left" w:pos="708"/>
        </w:tabs>
        <w:spacing w:line="240" w:lineRule="exact"/>
        <w:ind w:right="-365"/>
        <w:jc w:val="center"/>
      </w:pPr>
      <w:r w:rsidRPr="00803E1D">
        <w:rPr>
          <w:sz w:val="28"/>
          <w:szCs w:val="28"/>
        </w:rPr>
        <w:t>бюджетных ассигнований по главным распорядителям средств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Петровского городского округа Ставропольского края на 2023 год</w:t>
      </w:r>
    </w:p>
    <w:p w:rsidR="00B62285" w:rsidRDefault="00B62285" w:rsidP="00803E1D">
      <w:pPr>
        <w:pStyle w:val="Header"/>
        <w:tabs>
          <w:tab w:val="left" w:pos="708"/>
        </w:tabs>
        <w:ind w:right="-365"/>
        <w:jc w:val="both"/>
      </w:pPr>
    </w:p>
    <w:p w:rsidR="00B62285" w:rsidRPr="00C101FB" w:rsidRDefault="00B62285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1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500"/>
        <w:gridCol w:w="360"/>
        <w:gridCol w:w="360"/>
        <w:gridCol w:w="1681"/>
        <w:gridCol w:w="526"/>
        <w:gridCol w:w="1395"/>
      </w:tblGrid>
      <w:tr w:rsidR="00B62285" w:rsidRPr="00163F8B" w:rsidTr="00AA0311">
        <w:trPr>
          <w:trHeight w:val="566"/>
        </w:trPr>
        <w:tc>
          <w:tcPr>
            <w:tcW w:w="4968" w:type="dxa"/>
            <w:vAlign w:val="center"/>
          </w:tcPr>
          <w:p w:rsidR="00B62285" w:rsidRPr="00163F8B" w:rsidRDefault="00B62285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B62285" w:rsidRPr="00163F8B" w:rsidRDefault="00B62285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395" w:type="dxa"/>
            <w:vAlign w:val="center"/>
          </w:tcPr>
          <w:p w:rsidR="00B62285" w:rsidRPr="00163F8B" w:rsidRDefault="00B62285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B62285" w:rsidRPr="00163F8B" w:rsidTr="00AA0311">
        <w:tc>
          <w:tcPr>
            <w:tcW w:w="4968" w:type="dxa"/>
            <w:vAlign w:val="center"/>
          </w:tcPr>
          <w:p w:rsidR="00B62285" w:rsidRPr="00163F8B" w:rsidRDefault="00B62285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B62285" w:rsidRPr="00163F8B" w:rsidRDefault="00B62285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B62285" w:rsidRPr="00163F8B" w:rsidRDefault="00B62285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395" w:type="dxa"/>
            <w:vAlign w:val="center"/>
          </w:tcPr>
          <w:p w:rsidR="00B62285" w:rsidRPr="00163F8B" w:rsidRDefault="00B62285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5 327,05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4 930,61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1 822,24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50 1 00 10010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50 1 00 10010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50 1 00 10020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1 780,69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50 1 00 10020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1 780,69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3 108,37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215,11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151,41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63,10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2 893,26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2 893,26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396,44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396,44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396,44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177,75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177,75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218,69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218,69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129 296,01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1 982,01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1 982,01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50 3 00 10010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50 3 00 10010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50 3 00 10020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1 940,46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50 3 00 10020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1 940,46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3 366,80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3 366,80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3 366,80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02 5 01 76100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824,34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02 5 01 76100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824,34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02 5 01 76200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2 542,46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02 5 01 76200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2 542,46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5 954,74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5 954,74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5 954,74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3 371,32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3 371,32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09 2 01 76530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2 500,32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09 2 01 76530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2 223,90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09 2 01 76530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276,42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59 097,13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59 097,13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1 523,78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1 523,78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53 202,85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53 202,85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50 4 00 20260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2 489,11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50 4 00 20260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2 489,11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50 4 00 76630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1 881,39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50 4 00 76630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1 681,39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50 4 00 76630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4,22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4,22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50 4 00 51200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4,22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50 4 00 51200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4,22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"Проведение мероприятий для социально</w:t>
            </w:r>
            <w:r>
              <w:t xml:space="preserve">- </w:t>
            </w:r>
            <w:r w:rsidRPr="00EE47B8">
              <w:t>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для некоммерческих социально</w:t>
            </w:r>
            <w:r>
              <w:t xml:space="preserve">- </w:t>
            </w:r>
            <w:r w:rsidRPr="00EE47B8">
              <w:t>ориентированных организаций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02 3 01 20650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02 3 01 20650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"Оказание имущественной, финансовой и консультационной поддержки социально</w:t>
            </w:r>
            <w:r>
              <w:t>-</w:t>
            </w:r>
            <w:r w:rsidRPr="00EE47B8">
              <w:t xml:space="preserve">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Оказание имущественной, финансовой и консультационной поддержки социально</w:t>
            </w:r>
            <w:r>
              <w:t>-</w:t>
            </w:r>
            <w:r w:rsidRPr="00EE47B8">
              <w:t xml:space="preserve">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02 3 02 21080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02 3 02 21080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"Организация и проведение комплекса праздничных, культурно</w:t>
            </w:r>
            <w:r>
              <w:t>-</w:t>
            </w:r>
            <w:r w:rsidRPr="00EE47B8">
              <w:t>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02 6 01 20350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02 6 01 20350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02 6 02 20350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02 6 02 20350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1 760,75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161,26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121,26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13 1 01 20350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13 1 01 20350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информационно</w:t>
            </w:r>
            <w:r>
              <w:t>-</w:t>
            </w:r>
            <w:r w:rsidRPr="00EE47B8"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01 S7730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105,26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01 S7730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105,26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13 1 02 20740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13 1 02 20740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13 2 01 20310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13 2 01 20310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1 426,99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13 3 01 20560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13 3 01 20560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1 316,99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13 3 02 20430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13 3 02 20430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13 3 02 76360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1 208,99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13 3 02 76360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1 177,74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13 3 02 76360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13 3 02 76930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13 3 02 76930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"Информационно</w:t>
            </w:r>
            <w:r>
              <w:t>-</w:t>
            </w:r>
            <w:r w:rsidRPr="00EE47B8">
              <w:t>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13 3 03 20640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13 3 03 20640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13 3 04 00000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13 3 04 20680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13 3 04 20680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13 4 03 23040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13 4 03 23040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22 531,22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14 1 01 20820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14 1 01 20820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14 1 02 20760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14 1 02 20760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14 2 01 20810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14 2 01 20810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15 711,58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по переводу муниципальных услуг в электронный вид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14 3 01 21090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14 3 01 21090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15 231,58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14 771,58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12 866,40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1 903,59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1,59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14 3 02 20320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3 551,04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330,83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330,83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198,83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"Укрепление материально</w:t>
            </w:r>
            <w:r>
              <w:t>-</w:t>
            </w:r>
            <w:r w:rsidRPr="00EE47B8">
              <w:t>технического оснащения"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3 220,21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2 411,81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1 868,50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543,31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14 6 00 00000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2 158,60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"Внедрение, развитие, эксплуатация информационно</w:t>
            </w:r>
            <w:r>
              <w:t>-</w:t>
            </w:r>
            <w:r w:rsidRPr="00EE47B8">
              <w:t>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14 6 01 00000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2 158,60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14 6 01 20690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2 158,60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14 6 01 20690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2 158,60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319,67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319,67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50 4 00 76610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319,67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50 4 00 76610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319,67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10 165,49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10 165,49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5 855,32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5 189,18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4 192,13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973,94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202,80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202,80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13 4 02 20390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463,34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13 4 02 20390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463,34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13 4 04 00000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4 310,17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4 310,17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4 310,17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536,96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536,96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536,96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09 1 01 20660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09 1 01 20660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09 1 01 20660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Организация и проведение мероприятий по борьбе с иксодовыми клещами</w:t>
            </w:r>
            <w:r>
              <w:t>-</w:t>
            </w:r>
            <w:r w:rsidRPr="00EE47B8"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09 1 01 76540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196,96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09 1 01 76540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196,96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08 1 01 20290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08 1 01 20290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08 1 02 20250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08 1 02 20250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08 1 04 00000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08 1 04 21210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08 1 04 21210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6 542,00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6 542,00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4 092,00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11 1 01 20300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11 1 01 20300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Разработка проектно</w:t>
            </w:r>
            <w:r>
              <w:t>-</w:t>
            </w:r>
            <w:r w:rsidRPr="00EE47B8">
              <w:t>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11 1 01 22020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3 892,00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11 1 01 22020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3 892,00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11 1 02 21040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11 1 02 21040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11 1 03 23030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11 1 03 23030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1 612,97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1 612,97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1 612,97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04 3 03 20420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1 612,97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04 3 03 20420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1 612,97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474,86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"Молодежь</w:t>
            </w:r>
            <w:r>
              <w:t xml:space="preserve"> – </w:t>
            </w:r>
            <w:r w:rsidRPr="00EE47B8">
              <w:t>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474,86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474,86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02 2 01 20370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474,86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02 2 01 20370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444,86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02 2 01 20370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03 1 02 23050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03 1 02 23050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12 923,71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12 923,71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12 923,71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02 4 01 78110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5 409,36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02 4 01 78110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5 409,36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на содержание детей</w:t>
            </w:r>
            <w:r>
              <w:t>-</w:t>
            </w:r>
            <w:r w:rsidRPr="00EE47B8">
              <w:t>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02 4 01 78130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7 214,35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02 4 01 78130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7 214,35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02 4 01 78140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02 4 01 78140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1 289,48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1 289,48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1 289,48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2 01 L4970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1 289,48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11 2 01 L4970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1 289,48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54 144,76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53 979,20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07 1 01 20340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07 1 01 20340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53 879,20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53 879,20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144,04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144,04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5 925,34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5 925,34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47 073,61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38 305,86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8 313,39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454,36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245,70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245,70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335,55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334,97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131,40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131,40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07 2 01 21160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165,56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165,56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165,56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04 3 02 21030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165,56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602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04 3 02 21030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165,56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64 180,26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17 854,77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17 854,77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17 854,77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525,81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525,81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17 328,96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17 328,96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50 4 00 20410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50 4 00 20410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45 525,49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44 625,10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6 078,87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06 1 01 10100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6 078,87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06 1 01 10100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6 078,87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38 546,23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35 559,50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34 727,71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831,79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2 976,78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2 976,78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9,95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06 1 03 20940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9,95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900,39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900,39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326,74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326,74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353,75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346,00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169,00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169,00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06 2 01 21160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1 077 363,32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411 703,42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411 703,42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410 204,62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225 819,74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97 261,46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44 413,78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81 668,29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2 455,50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1 481,62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958,16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523,46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377,45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272,11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105,34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8 893,67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336,16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8 557,51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01 1 01 20590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249,36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01 1 01 20590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249,36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7,31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7,31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100,34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79,58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20,76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Приобретение, установка, подключение и обслуживание системы РСПИ "Стрелец</w:t>
            </w:r>
            <w:r>
              <w:t>-</w:t>
            </w:r>
            <w:r w:rsidRPr="00EE47B8">
              <w:t>мониторинг"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316,80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237,60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79,20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123,07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123,07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117,50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506,65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399,10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107,55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383,75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93,25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916,48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675,60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240,88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4 266,93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3 510,00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756,93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01 1 01 77170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156 550,70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01 1 01 77170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82 377,98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01 1 01 77170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375,36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01 1 01 77170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73 797,36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1 498,80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03 2ИП45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1 467,40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03 2ИП45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1 467,40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14 280,00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14 280,00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14 280,00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безопасности социально</w:t>
            </w:r>
            <w:r>
              <w:t>-</w:t>
            </w:r>
            <w:r w:rsidRPr="00EE47B8">
              <w:t>значимых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14 280,00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9 240,00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5 040,00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549 088,75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549 088,75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543 001,31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161 923,56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80 836,18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33 329,16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491,92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43 971,03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3 295,27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1 589,41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1 113,16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476,25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442,33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386,79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55,54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8 144,90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8 144,90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6 329,49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6 329,49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01 2 01 20590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147,18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01 2 01 20590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147,18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58,10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324,90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273,60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51,30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Приобретение, установка, подключение и обслуживание системы РСПИ "Стрелец</w:t>
            </w:r>
            <w:r>
              <w:t>-</w:t>
            </w:r>
            <w:r w:rsidRPr="00EE47B8">
              <w:t>мониторинг"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188,10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158,40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2 292,04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2 292,04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299,45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251,45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208,70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158,40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541,33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450,40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90,93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8 506,61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6 900,00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1 606,61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01 2 01 77160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269 957,63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01 2 01 77160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179 551,67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01 2 01 77160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1 044,79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01 2 01 77160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89 361,17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L3040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41 361,11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L3040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22 665,38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L3040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18 695,73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R3030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23 971,12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R3030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15 690,40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R3030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8 280,72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S1690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16 639,35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S1690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13 195,78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01 S1690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3 443,57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516,29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01 2 02 20230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516,29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01 2 02 20230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327,32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01 2 02 20230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188,97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1 445,44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Обновление материально</w:t>
            </w:r>
            <w:r>
              <w:t>-</w:t>
            </w:r>
            <w:r w:rsidRPr="00EE47B8">
              <w:t>технической базы для организации учебно</w:t>
            </w:r>
            <w:r>
              <w:t>-</w:t>
            </w:r>
            <w:r w:rsidRPr="00EE47B8">
              <w:t>исследовательской, научно</w:t>
            </w:r>
            <w:r>
              <w:t>-</w:t>
            </w:r>
            <w:r w:rsidRPr="00EE47B8"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E2 50980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1 445,44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E2 50980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1 445,44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EВ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4 125,71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EВ 51790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4 125,71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EВ 51790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3 474,28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2 EВ 51790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651,43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15 960,00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15 960,00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15 960,00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безопасности социально</w:t>
            </w:r>
            <w:r>
              <w:t>-</w:t>
            </w:r>
            <w:r w:rsidRPr="00EE47B8">
              <w:t>значимых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15 960,00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13 440,00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40 453,55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40 453,55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40 453,55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38 586,12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36 333,13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2 062,98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190,01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148,20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148,20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12,79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12,79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01 3 01 20590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46,87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01 3 01 20590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46,87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3,02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3,02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Приобретение, установка, подключение и обслуживание системы РСПИ "Стрелец</w:t>
            </w:r>
            <w:r>
              <w:t>-</w:t>
            </w:r>
            <w:r w:rsidRPr="00EE47B8">
              <w:t>мониторинг"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01 3 01 20750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39,60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475,87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475,87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01 3 01 23010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868,78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01 3 01 23010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507,78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01 3 01 23010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177,20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01 3 01 76890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177,20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безопасности социально</w:t>
            </w:r>
            <w:r>
              <w:t>-</w:t>
            </w:r>
            <w:r w:rsidRPr="00EE47B8">
              <w:t>значимых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13 4 03 20230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2 500,52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"Молодежь</w:t>
            </w:r>
            <w:r>
              <w:t xml:space="preserve"> –</w:t>
            </w:r>
            <w:r w:rsidRPr="00EE47B8">
              <w:t xml:space="preserve">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2 500,52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2 500,52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2 280,29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2 111,53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168,76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02 2 01 20370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02 2 01 20370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33 228,96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8 153,22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3 215,42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Организация и 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01 4 01 78810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3 215,42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01 4 01 78810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32,77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01 4 01 78810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1 968,78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01 4 01 78810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1 213,87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734,19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01 4 02 20220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734,19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01 4 02 20220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564,76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01 4 02 20220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169,43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4 203,61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2 991,47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2 991,47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1 157,32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400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1 157,32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01 4 03 20980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25 075,74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17 040,71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10 534,82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9 103,12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1 428,50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2,02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2,02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187,57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187,57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6 275,90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6 275,90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8 035,03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177,28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177,28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6 764,38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6 764,38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1 068,73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865,49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203,24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01 5 02 20940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9 308,12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9 308,12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9 308,12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01 1 01 76140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9 308,12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01 1 01 76140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137,69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01 1 01 76140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9 170,43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191 881,73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1 621,09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1 621,09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1 621,09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1 621,09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1 621,09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5 840,18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5 840,18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34,69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34,69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34,69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5 805,49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102,49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102,49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2ИП34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2ИП34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2ИП35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2ИП35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SИП34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SИП34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SИП35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06 SИП35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21 677,24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21 677,24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18 388,97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17 261,72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12 273,63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932,43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3 993,62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62,04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49,00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75,05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64,65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94,80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307,20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229,20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05 1 04 76890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3 288,27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A1 55197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3 288,27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A1 55197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3 288,27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85,80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85,80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85,80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85,80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"Доступная среда"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03 3 01 00000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03 3 01 21190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03 3 01 21190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74,98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150 702,05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149 210,16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99 448,32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86 503,01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63 516,25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20 994,34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1 992,42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189,50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189,50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5 053,94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5 053,94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1 917,43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1 917,43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299,45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296,65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1 189,30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1 189,30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1 177,44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1 177,44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Субсидии на обеспечение развития и укрепления материально</w:t>
            </w:r>
            <w:r>
              <w:t>-</w:t>
            </w:r>
            <w:r w:rsidRPr="00EE47B8"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L4670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808,45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01 L4670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808,45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4 343,54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4 173,66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2 723,74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1 434,85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15,07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64,08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05 1 02 21000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64,08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37 069,41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33 474,32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30 986,54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2 356,00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131,78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134,53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134,53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1 107,94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1 107,94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1 317,38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1 317,38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525,84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525,84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L5194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402,20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03 L5194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402,20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3 146,87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171,74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171,74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05 1 07 20900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05 1 07 20900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Сохранение, использование и популяризация объектов культурного наследия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05 1 07 21130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186,17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05 1 07 21130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186,17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мероприятий федеральной целевой программы "Увековечение памяти погибших при защите Отечества на 2019</w:t>
            </w:r>
            <w:r>
              <w:t>-</w:t>
            </w:r>
            <w:r w:rsidRPr="00EE47B8">
              <w:t>2024 годы"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L2990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2 762,46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07 L2990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2 762,46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Создание модельных муниципальных библиотек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A1 54540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A1 54540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202,02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A2 55191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101,01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A2 55191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101,01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A2 55192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101,01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A2 55192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101,01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1 491,89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1 491,89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1 491,89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1 491,89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839,30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11 005,89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5 622,12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"Осуществление организационно</w:t>
            </w:r>
            <w:r>
              <w:t>-</w:t>
            </w:r>
            <w:r w:rsidRPr="00EE47B8">
              <w:t>методической деятельности"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5 622,12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5 443,73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5 443,73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05 1 05 20920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39,25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99,84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05 1 05 21000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99,84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5 383,77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5 383,77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110,80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110,80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4 580,99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4 580,99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05 2 01 20360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79,15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69,40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8,63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05 2 01 21160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8,63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607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08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13 4 03 22000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509 817,64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256 629,93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256 629,93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256 629,93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2 822,00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03 1 01 52200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2 780,30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Оплата жилищно</w:t>
            </w:r>
            <w:r>
              <w:t>-</w:t>
            </w:r>
            <w:r w:rsidRPr="00EE47B8">
              <w:t>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61 432,41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60 882,41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1 438,88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1 438,88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69,74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68,74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271,64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266,64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03 1 01 77820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20 249,25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03 1 01 77820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03 1 01 77820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19 984,25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61 348,94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965,00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60 383,94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58 258,37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57 378,37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557,73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545,33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78,90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77,80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28 080,82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429,49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27 651,33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183,30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03 1 01 78730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581,68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03 1 01 78730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581,68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R4040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21 091,44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R4040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21 091,44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R4620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140,78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R4620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140,78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224 303,44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224 303,44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178 721,86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7,70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03 1 01 73020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03 1 01 73020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29 836,28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29 833,88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30 530,18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353,50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03 1 01 76280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30 176,68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03 1 01 77190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8 061,77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03 1 01 77190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81,95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03 1 01 77190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7 979,82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03 1 01 77650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03 1 01 77650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0,14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03 1 01 77650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14,18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R3020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110 248,61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R3020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110 248,61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P1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45 581,58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P1 50840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45 581,58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P1 50840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300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45 581,58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28 884,27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363,23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363,23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Оплата жилищно</w:t>
            </w:r>
            <w:r>
              <w:t>-</w:t>
            </w:r>
            <w:r w:rsidRPr="00EE47B8">
              <w:t>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363,23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290,59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03 1 01 52500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28 521,04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03 2 01 00000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28 521,04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03 2 01 76210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28 521,04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03 2 01 76210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26 469,04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03 2 01 76210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2 050,00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609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03 2 01 76210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38 831,67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2 899,87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2 899,87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2 899,87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2ИП37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374,87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2ИП37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374,87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SИП37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SИП37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31 679,31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31 679,31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27 516,19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26 947,77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16 862,37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3 079,29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5 218,10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1 788,01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101,99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02 1 01 20280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101,99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02 1 01 20320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02 1 01 20600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59,40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02 1 01 20980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59,40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обслуживание и реагирование тревожно</w:t>
            </w:r>
            <w:r>
              <w:t>-</w:t>
            </w:r>
            <w:r w:rsidRPr="00EE47B8">
              <w:t>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137,45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02 1 01 21000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137,45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4 163,12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19,80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2ИП36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450,32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2ИП36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450,32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SИП36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3 693,00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03 SИП36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3 693,00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916,75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916,75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"Проведение спортивно</w:t>
            </w:r>
            <w:r>
              <w:t>-</w:t>
            </w:r>
            <w:r w:rsidRPr="00EE47B8">
              <w:t>массовых мероприятий"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916,75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Проведение физкультурно</w:t>
            </w:r>
            <w:r>
              <w:t>-</w:t>
            </w:r>
            <w:r w:rsidRPr="00EE47B8">
              <w:t>спортивных мероприятий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02 1 02 20380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916,75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02 1 02 20380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916,75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3 335,74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3 335,74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3 335,74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77,56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77,56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2 926,50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2 926,50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278,53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261,53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12,15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12,15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02 5 01 21160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313 566,26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50 4 00 20800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50 4 00 20800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149 054,42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улично</w:t>
            </w:r>
            <w:r>
              <w:t>-</w:t>
            </w:r>
            <w:r w:rsidRPr="00EE47B8">
              <w:t>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149 054,42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"Установка, ремонт и содержание ТСОДД на автомобильных дорогах и улично</w:t>
            </w:r>
            <w:r>
              <w:t>-</w:t>
            </w:r>
            <w:r w:rsidRPr="00EE47B8">
              <w:t>дорожной сети"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2 318,28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Установка, ремонт и содержание ТСОДД на автомобильных дорогах и улично</w:t>
            </w:r>
            <w:r>
              <w:t>-</w:t>
            </w:r>
            <w:r w:rsidRPr="00EE47B8">
              <w:t>дорожной сети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10 1 01 20580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2 318,28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10 1 01 20580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2 318,28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12 325,00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113,00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2ИП29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2ИП29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2ИП31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2ИП31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381,00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2ИП32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2ИП32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SИП29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SИП29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SИП31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SИП31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SИП32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02 SИП32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"Содержание, капитальный ремонт и ремонт улично</w:t>
            </w:r>
            <w:r>
              <w:t>-</w:t>
            </w:r>
            <w:r w:rsidRPr="00EE47B8">
              <w:t>дорожной сети"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131 749,88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10 1 03 20570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57 461,62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10 1 03 20570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53 461,62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10 1 03 20570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03 S6720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74 288,26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03 S6720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74 288,26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10 1 04 00000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1 645,91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04 2ИП43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1 645,91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04 2ИП43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1 645,91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 xml:space="preserve">Основное мероприятие "Реализация проекта "Реконструкция мостового перехода через железную дорогу, путепровод на а/д № 5 "Светлоград </w:t>
            </w:r>
            <w:r>
              <w:t>-</w:t>
            </w:r>
            <w:r w:rsidRPr="00EE47B8">
              <w:t xml:space="preserve"> Благодарный </w:t>
            </w:r>
            <w:r>
              <w:t>-</w:t>
            </w:r>
            <w:r w:rsidRPr="00EE47B8">
              <w:t xml:space="preserve">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10 1 05 00000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1 015,35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</w:t>
            </w:r>
            <w:r>
              <w:t xml:space="preserve"> -</w:t>
            </w:r>
            <w:r w:rsidRPr="00EE47B8">
              <w:t>Благодарный</w:t>
            </w:r>
            <w:r>
              <w:t xml:space="preserve"> - </w:t>
            </w:r>
            <w:r w:rsidRPr="00EE47B8">
              <w:t>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05 S6490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1 015,35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09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10 1 05 S6490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400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1 015,35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04 3 02 21030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04 3 02 21030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2 853,38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2 853,38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2 853,38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Поддержка жилищно</w:t>
            </w:r>
            <w:r>
              <w:t>-</w:t>
            </w:r>
            <w:r w:rsidRPr="00EE47B8">
              <w:t>коммунального хозяйства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04 1 03 20460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2 853,38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02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04 1 03 20460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2 853,38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30 601,05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16 247,05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1 320,00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04 1 01 20630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1 320,00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04 1 01 20630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1 320,00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Поддержка жилищно</w:t>
            </w:r>
            <w:r>
              <w:t>-</w:t>
            </w:r>
            <w:r w:rsidRPr="00EE47B8">
              <w:t>коммунального хозяйства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04 1 03 20460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04 1 03 20460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1 000,00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04 1 04 00000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802,55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04 1 04 20500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802,55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04 1 04 20500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802,55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13 124,50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2ИП33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371,50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2ИП33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371,50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2ИП38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2ИП38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358,00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SИП26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SИП27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3 350,00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SИП33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SИП33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SИП38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SИП38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14 354,00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14 354,00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04 2 02 20470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14 354,00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04 2 02 20470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14 354,00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80 446,47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80 446,47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12 1 01 00000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80 446,47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Благоустройство общественной территории сквер им. Ю.А. Гагарина, расположенного по адресу: Ставропольский край, р</w:t>
            </w:r>
            <w:r>
              <w:t>-</w:t>
            </w:r>
            <w:r w:rsidRPr="00EE47B8">
              <w:t>н Петровский, г.Светлоград, 50 метров на северо</w:t>
            </w:r>
            <w:r>
              <w:t>-</w:t>
            </w:r>
            <w:r w:rsidRPr="00EE47B8">
              <w:t>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12 1 01 20620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80 146,47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12 1 01 20620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80 146,47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Изготовление проектно</w:t>
            </w:r>
            <w:r>
              <w:t>-</w:t>
            </w:r>
            <w:r w:rsidRPr="00EE47B8">
              <w:t>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12 1 01 21050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12 1 01 21050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49 659,30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185,11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04 1 05 00000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185,11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04 1 05 77150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185,11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04 1 05 77150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185,11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49 474,19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49 474,19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277,00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11 036,58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11 036,58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36 120,19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04 4 01 11010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36 120,19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50,81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50,81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1 864,91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280,91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1 584,00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13,50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111,20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04 4 01 21160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111,20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471,64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09 3 00 00000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471,64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09 3 02 00000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471,64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09 3 02 20630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471,64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614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09 3 02 20630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471,64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Контрольно</w:t>
            </w:r>
            <w:r>
              <w:t>-</w:t>
            </w:r>
            <w:r w:rsidRPr="00EE47B8">
              <w:t>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3 203,84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3 203,84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1 976,43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180,75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33,24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147,51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1 795,68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50 4 00 10020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1 795,68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Руководитель Контрольно</w:t>
            </w:r>
            <w:r>
              <w:t>-</w:t>
            </w:r>
            <w:r w:rsidRPr="00EE47B8">
              <w:t>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50 6 00 00000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1 227,41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50 6 00 10010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50 6 00 10010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41,55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50 6 00 10020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1 185,86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643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06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50 6 00 10020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1 185,86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72 857,21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37 492,74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37 492,74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37 492,74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941,80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14 5 01 10010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941,80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36 550,94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04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14 5 01 10020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36 550,94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4 185,00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4 185,00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"Укрепление материально</w:t>
            </w:r>
            <w:r>
              <w:t>-</w:t>
            </w:r>
            <w:r w:rsidRPr="00EE47B8">
              <w:t>технического оснащения"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4 185,00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14,85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14,85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70,10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14 5 02 20690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70,10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3 865,15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3 016,75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14 5 02 20790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800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848,40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Улучшение материально</w:t>
            </w:r>
            <w:r>
              <w:t>-</w:t>
            </w:r>
            <w:r w:rsidRPr="00EE47B8">
              <w:t>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14 5 02 20840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170,00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01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13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14 5 02 20940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64,90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E47B8">
              <w:t>коммунального хозяйства"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04 0 00 00000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31 179,47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25 278,50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1 601,78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Поддержка жилищно</w:t>
            </w:r>
            <w:r>
              <w:t>-</w:t>
            </w:r>
            <w:r w:rsidRPr="00EE47B8">
              <w:t>коммунального хозяйства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04 1 03 20460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1 601,78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04 1 03 20460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1 601,78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15 332,58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234,45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04 1 06 20440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234,45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694,13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694,13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305,00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447,00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2ИП28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447,00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2ИП39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2ИП39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352,00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SИП23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2 780,00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SИП25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2 780,00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SИП28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SИП39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06 SИП39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2 525,00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04 1 07 00000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3 144,00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04 1 07 23060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3 144,00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04 1 07 23060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3 144,00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5 200,14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2 369,15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2ИП41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2 369,15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2 110,99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2ИП42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2 110,99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1 08 2ИП44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720,00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04 2 00 00000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5 900,97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04 2 02 00000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5 900,97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04 2 02 20470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5 900,97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644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05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03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04 2 02 20470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200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EE47B8">
            <w:pPr>
              <w:ind w:right="-54"/>
              <w:jc w:val="right"/>
            </w:pPr>
            <w:r w:rsidRPr="00EE47B8">
              <w:t>5 900,97</w:t>
            </w:r>
          </w:p>
        </w:tc>
      </w:tr>
      <w:tr w:rsidR="00B62285" w:rsidRPr="00EE47B8" w:rsidTr="00AA0311">
        <w:tc>
          <w:tcPr>
            <w:tcW w:w="4968" w:type="dxa"/>
            <w:vAlign w:val="center"/>
          </w:tcPr>
          <w:p w:rsidR="00B62285" w:rsidRPr="00EE47B8" w:rsidRDefault="00B62285" w:rsidP="00EE47B8">
            <w:pPr>
              <w:jc w:val="both"/>
            </w:pPr>
            <w:r w:rsidRPr="00EE47B8">
              <w:t>Итого</w:t>
            </w:r>
          </w:p>
        </w:tc>
        <w:tc>
          <w:tcPr>
            <w:tcW w:w="50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360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681" w:type="dxa"/>
            <w:vAlign w:val="bottom"/>
          </w:tcPr>
          <w:p w:rsidR="00B62285" w:rsidRPr="00EE47B8" w:rsidRDefault="00B62285" w:rsidP="00EE47B8">
            <w:pPr>
              <w:jc w:val="center"/>
            </w:pPr>
            <w:r w:rsidRPr="00EE47B8">
              <w:t> </w:t>
            </w:r>
          </w:p>
        </w:tc>
        <w:tc>
          <w:tcPr>
            <w:tcW w:w="526" w:type="dxa"/>
            <w:vAlign w:val="bottom"/>
          </w:tcPr>
          <w:p w:rsidR="00B62285" w:rsidRPr="00EE47B8" w:rsidRDefault="00B62285" w:rsidP="00EE47B8">
            <w:pPr>
              <w:ind w:left="-108" w:right="-103"/>
              <w:jc w:val="center"/>
            </w:pPr>
            <w:r w:rsidRPr="00EE47B8">
              <w:t> </w:t>
            </w:r>
          </w:p>
        </w:tc>
        <w:tc>
          <w:tcPr>
            <w:tcW w:w="1395" w:type="dxa"/>
            <w:vAlign w:val="bottom"/>
          </w:tcPr>
          <w:p w:rsidR="00B62285" w:rsidRPr="00EE47B8" w:rsidRDefault="00B62285" w:rsidP="00AA0311">
            <w:pPr>
              <w:ind w:left="-153" w:right="-54"/>
              <w:jc w:val="right"/>
            </w:pPr>
            <w:r w:rsidRPr="00EE47B8">
              <w:t>2 460 469,75</w:t>
            </w:r>
          </w:p>
        </w:tc>
      </w:tr>
    </w:tbl>
    <w:p w:rsidR="00B62285" w:rsidRDefault="00B62285" w:rsidP="002B5413"/>
    <w:p w:rsidR="00B62285" w:rsidRDefault="00B62285" w:rsidP="002B5413"/>
    <w:p w:rsidR="00B62285" w:rsidRDefault="00B62285" w:rsidP="002B5413"/>
    <w:p w:rsidR="00B62285" w:rsidRPr="0012413A" w:rsidRDefault="00B62285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B62285" w:rsidRPr="0012413A" w:rsidRDefault="00B62285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B62285" w:rsidRDefault="00B62285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B62285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26E41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D315B"/>
    <w:rsid w:val="002E018E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3F9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6330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D3245"/>
    <w:rsid w:val="005F12B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23AB1"/>
    <w:rsid w:val="0093040C"/>
    <w:rsid w:val="009344EC"/>
    <w:rsid w:val="00945156"/>
    <w:rsid w:val="009455D2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311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285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2F02"/>
    <w:rsid w:val="00C048EF"/>
    <w:rsid w:val="00C101FB"/>
    <w:rsid w:val="00C15162"/>
    <w:rsid w:val="00C16440"/>
    <w:rsid w:val="00C2354B"/>
    <w:rsid w:val="00C30638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4164F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4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930</TotalTime>
  <Pages>69</Pages>
  <Words>22154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191</cp:revision>
  <dcterms:created xsi:type="dcterms:W3CDTF">2018-01-17T13:43:00Z</dcterms:created>
  <dcterms:modified xsi:type="dcterms:W3CDTF">2023-01-27T13:04:00Z</dcterms:modified>
</cp:coreProperties>
</file>