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392" w:rsidRDefault="00D35392" w:rsidP="00B0147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D35392" w:rsidRDefault="00D35392" w:rsidP="00B0147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2025 год и плановый период 2026 и 2027 годов»</w:t>
      </w:r>
    </w:p>
    <w:p w:rsidR="00D35392" w:rsidRDefault="00D35392" w:rsidP="00B01478">
      <w:pPr>
        <w:jc w:val="center"/>
        <w:rPr>
          <w:lang w:eastAsia="zh-CN"/>
        </w:rPr>
      </w:pPr>
    </w:p>
    <w:p w:rsidR="00D35392" w:rsidRDefault="00D35392" w:rsidP="00B01478">
      <w:pPr>
        <w:jc w:val="center"/>
        <w:rPr>
          <w:lang w:eastAsia="zh-CN"/>
        </w:rPr>
      </w:pPr>
    </w:p>
    <w:p w:rsidR="00D35392" w:rsidRDefault="00D35392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D35392" w:rsidRDefault="00D35392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2025 год и плановый период 2026 и 2027 годов</w:t>
      </w:r>
    </w:p>
    <w:p w:rsidR="00D35392" w:rsidRDefault="00D35392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:rsidR="00D35392" w:rsidRPr="00B17A3D" w:rsidRDefault="00D35392" w:rsidP="00EF4B01">
      <w:pPr>
        <w:tabs>
          <w:tab w:val="left" w:pos="4253"/>
        </w:tabs>
        <w:spacing w:line="240" w:lineRule="exact"/>
        <w:ind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B17A3D">
        <w:rPr>
          <w:sz w:val="28"/>
          <w:szCs w:val="28"/>
        </w:rPr>
        <w:t>(тыс.рублей)</w:t>
      </w: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2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D35392" w:rsidRPr="00B17A3D">
        <w:trPr>
          <w:trHeight w:val="70"/>
        </w:trPr>
        <w:tc>
          <w:tcPr>
            <w:tcW w:w="7020" w:type="dxa"/>
            <w:vMerge w:val="restart"/>
            <w:vAlign w:val="center"/>
          </w:tcPr>
          <w:p w:rsidR="00D35392" w:rsidRPr="00B17A3D" w:rsidRDefault="00D35392" w:rsidP="005302A5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:rsidR="00D35392" w:rsidRPr="00B17A3D" w:rsidRDefault="00D35392" w:rsidP="005302A5">
            <w:pPr>
              <w:jc w:val="center"/>
            </w:pPr>
            <w:r w:rsidRPr="00B17A3D">
              <w:t>Сумма по годам</w:t>
            </w:r>
          </w:p>
        </w:tc>
      </w:tr>
      <w:tr w:rsidR="00D35392" w:rsidRPr="00B17A3D">
        <w:tc>
          <w:tcPr>
            <w:tcW w:w="7020" w:type="dxa"/>
            <w:vMerge/>
            <w:vAlign w:val="center"/>
          </w:tcPr>
          <w:p w:rsidR="00D35392" w:rsidRPr="00B17A3D" w:rsidRDefault="00D35392" w:rsidP="005302A5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D35392" w:rsidRPr="00B17A3D" w:rsidRDefault="00D35392" w:rsidP="005302A5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D35392" w:rsidRPr="00B17A3D" w:rsidRDefault="00D35392" w:rsidP="005302A5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D35392" w:rsidRPr="00B17A3D" w:rsidRDefault="00D35392" w:rsidP="005302A5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D35392" w:rsidRPr="00B17A3D" w:rsidRDefault="00D35392" w:rsidP="005302A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35392" w:rsidRPr="00B17A3D" w:rsidRDefault="00D35392" w:rsidP="005302A5">
            <w:pPr>
              <w:jc w:val="center"/>
            </w:pPr>
          </w:p>
        </w:tc>
        <w:tc>
          <w:tcPr>
            <w:tcW w:w="1413" w:type="dxa"/>
            <w:vAlign w:val="center"/>
          </w:tcPr>
          <w:p w:rsidR="00D35392" w:rsidRPr="00B17A3D" w:rsidRDefault="00D35392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  <w:tc>
          <w:tcPr>
            <w:tcW w:w="1440" w:type="dxa"/>
          </w:tcPr>
          <w:p w:rsidR="00D35392" w:rsidRPr="00B17A3D" w:rsidRDefault="00D35392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:rsidR="00D35392" w:rsidRPr="00B17A3D" w:rsidRDefault="00D35392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7</w:t>
            </w:r>
          </w:p>
        </w:tc>
      </w:tr>
      <w:tr w:rsidR="00D35392" w:rsidRPr="00B17A3D">
        <w:tc>
          <w:tcPr>
            <w:tcW w:w="7020" w:type="dxa"/>
            <w:vAlign w:val="center"/>
          </w:tcPr>
          <w:p w:rsidR="00D35392" w:rsidRPr="00B17A3D" w:rsidRDefault="00D35392" w:rsidP="005302A5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:rsidR="00D35392" w:rsidRPr="00B17A3D" w:rsidRDefault="00D35392" w:rsidP="005302A5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:rsidR="00D35392" w:rsidRPr="00B17A3D" w:rsidRDefault="00D35392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:rsidR="00D35392" w:rsidRPr="00B17A3D" w:rsidRDefault="00D35392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D35392" w:rsidRPr="00B17A3D" w:rsidRDefault="00D35392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6 212,24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6 112,24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6 112,24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5 662,43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5 662,43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5 662,43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50 1 00 10010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50 1 00 10010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50 1 00 10020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2 014,05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2 014,05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2 014,05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50 1 00 10020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2 014,05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2 014,05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2 014,05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230,56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230,56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230,56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171,86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171,86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171,86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3 339,70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3 339,70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549,81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449,81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449,81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489,81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389,81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389,81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480,01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380,01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480,01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380,01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155 763,00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147 297,80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147 613,68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2 277,59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2 277,59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2 277,59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50 3 00 10010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50 3 00 10010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50 3 00 10020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2 199,47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50 3 00 10020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2 199,47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4 353,56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4 353,56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02 5 01 76100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1 156,06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1 156,06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1 156,06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02 5 01 76100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1 126,06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1 126,06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1 126,06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02 5 01 76100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02 5 01 76200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3 197,50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3 197,50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3 197,50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02 5 01 76200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3 147,50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3 147,50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3 147,50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02 5 01 76200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6 127,59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6 127,59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09 2 01 10010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124,99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09 2 01 10010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124,99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09 2 01 10020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3 161,61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09 2 01 10020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3 161,61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09 2 01 76530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2 840,99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2 840,99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2 840,99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09 2 01 76530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2 550,86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2 550,86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2 550,86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09 2 01 76530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290,13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63 224,82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63 224,82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2 676,91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2 676,91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60 547,91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60 547,91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4 988,77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4 988,77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4 988,77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50 4 00 20260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2 858,71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50 4 00 20260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2 858,71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50 4 00 76630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2 130,06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2 130,06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2 130,06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50 4 00 76630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1 919,63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1 919,63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1 919,63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50 4 00 76630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210,43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50 4 00 51200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50 4 00 51200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101,38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2 264,94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1 074,84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1 074,84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02 3 01 00000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02 3 01 20650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02 3 01 20650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66,24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02 3 02 00000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02 3 02 21080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02 3 02 21080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02 6 01 00000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935,10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02 6 01 20350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935,10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02 6 01 20350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935,10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02 6 02 00000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1 163,60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731,60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02 6 02 20350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1 163,60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731,60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02 6 02 20350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1 163,60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731,60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2 086,67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2 076,67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2 076,67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13 1 01 20350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13 1 01 20350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13 1 02 00000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13 1 02 20740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13 1 02 20740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51,32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13 2 01 20310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13 2 01 20310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13 3 01 20560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13 3 01 20560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87,24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1 411,59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1 401,59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1 401,59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13 3 02 20430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13 3 02 20430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13 3 02 76360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1 366,98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1 366,98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1 366,98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13 3 02 76360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1 349,61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1 349,61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1 349,61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13 3 02 76360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13 3 02 76930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13 3 02 76930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13 3 03 20640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13 3 03 20640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162,90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13 3 04 00000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13 3 04 20680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13 3 04 20680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199,37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199,37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199,37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13 4 03 23040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94,11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13 4 03 23040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94,11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S7730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105,26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S7730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105,26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29 167,34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25 921,81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25 836,04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14 1 01 20820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14 1 01 20820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14 1 02 00000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14 1 02 20760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14 1 02 20760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1 067,57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14 2 01 20810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1 067,57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14 2 01 20810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1 067,57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20 454,68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19 658,90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19 683,37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19 372,56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19 308,90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19 333,37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17 374,73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17 374,74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17 374,74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1 996,24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1 932,57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1 957,04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1,59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732,12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14 3 02 20690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732,12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и проведение официальных мероприятий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14 4 01 00000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14 4 01 20350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14 4 01 20350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1 899,59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309,59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309,59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1 899,59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309,59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309,59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1 251,79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171,79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171,79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247,80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137,80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3 377,06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3 201,58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3 091,34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2 708,66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2 533,18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2 422,94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2 166,21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2 183,55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2 175,57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542,45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349,63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247,37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14 6 01 00000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2 208,44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1 391,74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14 6 01 20690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2 208,44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1 391,74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14 6 01 20690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2 208,44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1 391,74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940,12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50 4 00 76610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940,12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50 4 00 76610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909,68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909,68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909,68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50 4 00 76610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30,44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16 076,78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14 248,66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14 271,87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7 878,55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7 650,43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7 673,64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7 255,86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7 277,74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7 300,95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6 203,67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6 203,67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6 203,67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1 039,91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1 061,79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1 085,01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12,27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13 4 02 20390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352,69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102,69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102,69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13 4 02 20390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352,69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102,69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102,69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13 4 04 00000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13 4 04 11010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13 4 04 11010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6 598,23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666,62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666,62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09 1 01 20660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09 1 01 20660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09 1 01 20660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09 1 01 76540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166,62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09 1 01 76540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166,62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08 1 01 20290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08 1 01 20290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08 1 02 20250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08 1 02 20250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08 1 04 00000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08 1 04 21210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08 1 04 21210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2 292,42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11 1 02 00000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11 1 02 21040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11 1 02 21040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2 192,42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11 1 03 23030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2 079,42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11 1 03 23030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2 079,42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Оценка изымаемого недвижимого имущества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11 1 03 23150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11 1 03 23150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1 604,40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09 3 03 00000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1 604,40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09 3 03 23130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09 3 03 23130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мероприятий по обеспечению безопасности гидротехнических сооружений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09 3 03 23140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09 3 03 23140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02 2 01 20370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02 2 01 20370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02 2 01 20370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03 1 02 23050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03 1 02 23050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14 931,84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15 482,70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16 057,08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02 4 01 00000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14 931,84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15 482,70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16 057,08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02 4 01 78110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6 496,13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6 882,18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7 151,79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02 4 01 78110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6 496,13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6 882,18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7 151,79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02 4 01 78130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8 285,71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8 450,52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8 755,29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02 4 01 78130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8 285,71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8 450,52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8 755,29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02 4 01 78140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02 4 01 78140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3 405,40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2 707,52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2 764,65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3 405,40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2 707,52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2 764,65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2 01 L4970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756,76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2 707,52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2 764,65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2 01 L4970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756,76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2 707,52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2 764,65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2 01 S4970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2 648,64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 2 01 S4970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2 648,64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95 210,52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83 141,78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83 392,13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95 031,36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82 962,63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83 212,98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07 1 01 20340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07 1 01 20340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94 931,36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82 862,63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83 112,98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270,82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270,82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6 766,13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6 766,13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76 076,69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75 050,60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75 300,95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66 073,07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65 669,86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65 669,86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9 697,58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9 083,30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9 341,88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306,04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297,44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289,21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3 328,00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3 328,00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7 242,82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7 242,82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435,85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260,75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435,85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260,75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335,60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334,97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0,63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292,15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292,15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137,15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132,57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137,15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132,57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07 2 01 21160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04 3 02 00000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04 3 02 21030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04 3 02 21030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179,15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72 400,62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69 904,59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69 906,83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20 628,33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20 628,33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821,38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821,38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19 806,95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19 806,95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50 4 00 20410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50 4 00 20410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50 594,18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47 976,26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47 978,50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2 398,63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06 1 01 20700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2 398,63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06 1 01 20700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2 398,63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46 803,41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46 790,12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46 792,37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43 592,73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43 579,44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43 581,69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42 713,44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42 713,43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42 713,44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879,29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866,01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868,25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06 1 03 20690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3 196,78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06 1 03 20690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3 196,78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06 1 03 20940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06 1 03 20940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1 392,14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1 186,14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1 186,13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612,99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466,99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466,98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612,99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466,99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466,98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444,25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436,50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06 2 01 21160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678,11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678,11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256,82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421,29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1 344 877,03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1 317 960,55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1 265 563,17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483 051,14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476 740,89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478 994,99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482 281,24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476 740,89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478 994,99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280 944,99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281 727,07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283 981,21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128 453,23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128 453,23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128 453,23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49 684,54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49 796,38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51 320,06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101 120,91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101 834,46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102 608,22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1 686,31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1 643,00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1 599,70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2 422,00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2 422,00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2 422,00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1 558,60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1 558,60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1 558,60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863,40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863,40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863,40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1 677,99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488,80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488,80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980,41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241,80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241,80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697,58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9 194,45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9 194,45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1 425,35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1 281,01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144,34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01 1 01 20590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281,23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01 1 01 20590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93,74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01 1 01 20590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187,49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219,95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174,95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165,00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01 1 01 20750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306,90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01 1 01 20750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217,80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01 1 01 20750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89,10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2 606,73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1 440,31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1 166,42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336,80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252,40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252,40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252,40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84,40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1 509,65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306,90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1 008,57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217,80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501,08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89,10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872,58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861,12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861,12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625,86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616,64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616,64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246,72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244,48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244,48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4 226,99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4 358,06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4 358,06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3 258,34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3 332,49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3 533,77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968,65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1 025,57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824,29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01 1 01 77170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176 240,72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176 240,72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176 240,72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01 1 01 77170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103 724,83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103 724,83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103 724,83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01 1 01 77170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327,75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327,75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327,75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01 1 01 77170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72 188,14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72 188,14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72 188,14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769,90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01 1 03 20440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01 1 03 20440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"Благоустройство детской игровой площадки МКДОУ ДС № 5 "Чебурашка" п. Рогатая Балка на улице Квартальная, 1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03 2ИП41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753,77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03 2ИП41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753,77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18 360,00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11 880,00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11 880,00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11 880,00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6 480,00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6 480,00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6 480,00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689 622,44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682 310,62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627 492,44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598 729,60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571 952,61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573 243,85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217 846,40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218 226,00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220 625,93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114 506,75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113 984,88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113 989,07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40 439,46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40 352,37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41 974,50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737,01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737,01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737,01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58 992,73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60 072,07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60 925,68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3 170,45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3 079,67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2 999,67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2 652,39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2 652,39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2 652,39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1 838,31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1 838,31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1 838,31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814,08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814,08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814,08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3 059,70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501,86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501,86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2 975,40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479,46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479,46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84,30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9 532,44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9 000,00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9 532,44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9 000,00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194,09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128,29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01 2 01 20590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281,23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01 2 01 20590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210,92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01 2 01 20590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214,14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56,49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56,49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177,67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52,02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52,02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4,47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342,00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288,00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01 2 01 20750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188,10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01 2 01 20750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158,40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01 2 01 20750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1 531,86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1 281,86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3,18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3,18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303,10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303,10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303,10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245,00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5 590,46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188,10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5 528,16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158,40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62,30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546,62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538,67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538,67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453,66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447,05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447,05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92,96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91,62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91,62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Благоустройство территорий муниципальных образовательных организаций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01 2 01 23160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7 974,41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01 2 01 23160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7 974,41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9 419,77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9 709,20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9 709,20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7 551,26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7 727,83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7 608,16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1 868,51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1 981,37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2 101,04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01 2 01 77130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1 512,04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01 2 01 77130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1 030,57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01 2 01 77130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481,47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01 2 01 77160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294 416,73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294 416,73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294 416,73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01 2 01 77160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197 032,55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197 032,55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197 032,55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01 2 01 77160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833,98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833,98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833,98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01 2 01 77160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96 550,20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96 550,20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96 550,20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L3040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38 834,78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35 548,74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34 440,05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L3040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22 158,76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18 872,72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17 764,03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L3040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16 676,02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16 676,02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16 676,02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Благоустройство территорий муниципальных образовательных организаций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S6430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S6430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S9330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3 398,66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01 S9330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3 398,66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10 404,56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01 2 02 20230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01 2 02 20230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400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01 2 02 20510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3 404,56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01 2 02 20510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3 404,56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регионального проекта "Все лучшее детям"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Ю4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25 539,91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56 191,14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Ю4 57500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19 081,75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54 442,40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Ю4 57500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19 081,75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54 442,40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Ю4 А7500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6 458,16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1 748,74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Ю4 А7500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6 458,16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1 748,74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регионального проекта "Педагоги и наставники"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54 923,62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54 166,87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54 248,59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50500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1 484,28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1 484,28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1 484,28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50500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1 249,92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1 249,92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1 249,92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50500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234,36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234,36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234,36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51790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5 051,81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4 591,92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4 673,64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51790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4 254,15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3 866,88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3 935,70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51790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797,66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725,04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737,94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53030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48 387,53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48 090,67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48 090,67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53030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31 127,97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30 831,11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30 831,11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2 Ю6 53030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17 259,56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17 259,56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17 259,56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25 305,31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21 060,00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4 245,31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13 4 01 20230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4 245,31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13 4 01 20230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4 245,31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21 060,00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21 060,00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17 820,00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17 820,00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17 820,00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75 311,16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75 054,37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75 156,29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75 311,16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75 054,37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75 156,29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35 412,11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35 508,06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35 609,97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35 412,11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35 508,06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35 609,97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01 3 01 20590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46,87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01 3 01 20590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46,87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5,76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5,76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01 3 01 20750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01 3 01 20750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01 3 01 20930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01 3 01 20930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97,40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97,40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119,15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119,15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465,83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465,83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01 3 01 23010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1 206,08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01 3 01 23010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1 206,08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01 3 01 23080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15 642,60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15 642,60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15 642,60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01 3 01 23080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15 538,88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15 538,88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15 538,88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01 3 01 23080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103,72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103,72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103,72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109,42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109,42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109,42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109,42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01 3 01 77160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21 618,86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21 618,85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21 618,86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01 3 01 77160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16 319,08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16 334,57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16 334,58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01 3 01 77160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01 3 01 77160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5 284,28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5 284,28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5 284,28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1 080,00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3 951,09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3 667,73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3 667,73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3 951,09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3 667,73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3 667,73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3 644,97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3 643,61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3 643,61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3 239,71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3 239,71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405,26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403,90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403,90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02 2 01 20370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02 2 01 20370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31 457,90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30 948,95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31 013,73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3 499,64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01 4 01 78810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3 499,64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01 4 01 78810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2 131,49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2 131,49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2 131,49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01 4 01 78810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1 368,15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1 368,15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1 368,15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1 014,37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01 4 02 20220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1 014,37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01 4 02 20220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780,28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780,28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780,28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01 4 02 20220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234,09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4 013,38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4 010,03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4 016,98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3 992,98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3 999,53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4 006,48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3 992,98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3 999,53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4 006,48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01 4 03 20940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01 4 03 20940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01 4 03 20980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01 4 03 20980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13 709,53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13 288,15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13 289,51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13 410,09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13 066,30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13 067,66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11 687,47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11 687,47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11 687,47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1 347,42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1 375,63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1 376,99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372,00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163,35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163,35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9 220,98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9 136,76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9 193,23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333,31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333,31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7 633,33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7 633,34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7 633,34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7 633,33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7 633,34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7 633,34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71,94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71,94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1 121,90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1 154,41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1 210,88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977,76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1 015,08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1 076,36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144,14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134,52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01 5 02 20940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51 1 00 23100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51 1 00 23100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400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01 1 01 76140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8 737,99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01 1 01 76140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129,13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129,13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129,13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01 1 01 76140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8 608,86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8 608,86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8 608,86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222 208,97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212 747,12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202 879,75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7 751,55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4 751,55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99,55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99,55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2ИП30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2ИП30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SИП30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SИП30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05 1 08 00000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08 2ИП46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08 2ИП46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24 516,93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24 295,32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24 350,96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24 516,93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24 295,32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24 350,96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23 200,02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23 208,09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23 263,73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16 912,85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16 912,85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16 912,85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925,84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925,71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972,65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5 355,39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5 363,98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5 373,08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5,15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110,51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81,60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297,78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173,68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173,68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30,52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19,25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331,20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331,20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331,20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229,20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102,00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05 1 04 76890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126,98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126,98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126,98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01 5 01 20840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126,98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176 350,76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175 195,32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165 239,39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114 239,03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100 177,58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100 922,20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95 999,95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95 629,37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96 373,99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76 508,57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76 487,45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76 465,50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18 248,47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17 915,76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18 699,16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1 242,91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1 226,16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1 209,33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368,50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368,51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368,50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368,51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472,56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472,56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2 269,00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2 269,00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1 245,39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1 245,39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7 841,00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7 841,00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185,53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181,93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181,93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185,48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181,88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181,88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4 872,13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597,70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597,70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4 872,13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597,70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597,70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954,97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922,07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922,07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954,97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922,07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922,07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4 483,96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4 339,96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4 359,16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4 177,52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4 156,67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4 175,87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3 649,18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3 647,82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3 646,42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522,85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503,37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524,00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5,48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5,45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16,79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16,79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22,44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22,44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66,06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L5191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02 L5191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44 871,70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44 020,38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44 077,22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42 894,06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42 817,53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42 867,51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40 313,54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40 305,55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40 297,25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2 496,08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2 428,97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2 488,70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84,44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81,56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192,53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192,53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05 1 03 20320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35,27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17,27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271,73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271,73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525,84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525,84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L5194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363,40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358,11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364,97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03 L5194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363,40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358,11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364,97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3 985,50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2ИП31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2ИП31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SИП31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06 SИП31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05 1 07 00000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3 022,00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05 1 07 20900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05 1 07 20900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05 1 07 21130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2 995,00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05 1 07 21130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2 995,00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05 1 08 00000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3 293,77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05 1 08 20440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131,87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05 1 08 20440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131,87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08 2ИП47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3 161,90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08 2ИП47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3 161,90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Я5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24 830,40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14 053,81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Модернизация муниципальных библиотек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Я5 53480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24 830,40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14 053,81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Я5 53480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24 830,40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14 053,81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2 454,80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05 2 01 20360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2 454,80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05 2 01 20360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2 454,80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526,08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12 857,76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12 651,48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12 684,41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6 712,38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6 530,42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6 563,66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6 325,19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6 356,53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6 389,77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6 325,19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6 356,53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6 389,77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28,33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28,33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157,05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157,05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44,25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99,84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05 1 05 21000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99,84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6 145,38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6 121,06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6 120,75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208,32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208,32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5 169,27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5 169,27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05 2 01 20360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05 2 01 20360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215,57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194,71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194,71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215,57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194,71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194,71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98,59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95,13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94,82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72,00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23,43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22,82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13,63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05 2 01 20940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13,63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707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08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13 4 03 22000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26,30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328 081,16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344 961,70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347 008,21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237 101,08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233 588,32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230 593,31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211 804,03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206 803,23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202 201,61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2 798,91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2 814,40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2 926,13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13,93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2 784,98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2 911,73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53 997,80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53 132,63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53 132,63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551,80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53 446,00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52 602,63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52 602,63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03 1 01 76240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1 362,64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03 1 01 76240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1 362,64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03 1 01 76260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72,57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78,49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03 1 01 76260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1,06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03 1 01 76260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71,62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74,47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77,43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570,92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570,92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570,92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7,69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563,23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563,02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563,02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03 1 01 77820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18 683,00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14 680,74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11 501,20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03 1 01 77820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223,15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03 1 01 77820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18 459,85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14 485,74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11 321,20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47 685,07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46 944,24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46 254,36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675,15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693,76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683,56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47 009,92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46 250,48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45 570,80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54 474,26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54 313,60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53 918,49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775,84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802,66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796,83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53 698,42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53 510,94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53 121,66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473,63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512,28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532,77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7,88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466,63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504,71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524,89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26,58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25,18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26,19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708,89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766,73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797,41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10,48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11,33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11,79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698,41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755,40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785,62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29 981,95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30 663,21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30 159,19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587,88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601,24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591,36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29 394,07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30 061,97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29 567,83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122,89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122,89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1,81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03 1 01 78270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121,08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121,08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121,08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03 1 01 78730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686,03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03 1 01 78730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686,03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R4620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161,84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131,88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131,88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R4620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161,84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131,88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131,88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регионального проекта "Многодетная семья"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Я2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25 297,05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26 785,09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28 391,70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Я2 54040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25 297,05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26 785,09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28 391,70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Я2 54040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25 297,05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26 785,09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28 391,70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57 597,38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77 972,10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83 011,91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57 597,38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77 972,10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83 011,91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03 1 01 76280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36 588,95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03 1 01 76280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03 1 01 76280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36 153,95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03 1 01 77190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14 969,61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03 1 01 77190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03 1 01 77190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14 846,61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03 1 01 78301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77 972,10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83 011,91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03 1 01 78301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03 1 01 78301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77 862,10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82 901,91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R0840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6 038,82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R0840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300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6 038,82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33 382,70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33 401,28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33 402,99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268,30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286,60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288,28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03 1 01 52200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29,28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259,00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207,20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207,20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03 1 01 52500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03 2 01 00000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33 114,40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33 114,68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33 114,71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03 2 01 76210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33 114,40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33 114,68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33 114,71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03 2 01 76210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31 135,60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31 135,88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31 135,91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03 2 01 76210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1 976,80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1 976,80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1 976,80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709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03 2 01 76210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183 563,57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136 986,41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36 758,72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01 4 02 20220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01 4 02 20220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525,90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177 973,03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132 531,56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32 303,87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36 069,69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32 237,45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32 303,87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31 663,63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31 583,88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31 650,30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19 219,39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19 219,39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19 219,39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3 344,17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3 285,79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3 370,93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6 759,53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6 764,29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6 771,70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2 340,54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2 314,41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2 288,28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128,27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110,96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120,65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103,34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103,34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02 1 01 20280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7,62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1 883,04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1 883,04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02 1 01 20600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2,23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2,23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1 819,00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1 819,00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69,90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69,90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69,90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76,20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76,20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02 1 01 20980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394,03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383,08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383,08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335,65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324,70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02 1 01 21000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58,38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4 305,81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02 1 03 20440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90,21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02 1 03 20440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90,21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03 2ИП18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615,60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03 2ИП18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615,60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03 SИП18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03 SИП18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02 1 05 00000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137 597,53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100 294,11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02 1 05 20230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3 195,92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02 1 05 20230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870,00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02 1 05 20230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400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2 325,92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Строительство (реконструкция) объектов спорта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05 S9300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134 401,61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05 S9300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400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134 401,61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460,80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03 3 01 00000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460,80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03 3 01 21190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460,80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03 3 01 21190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157,67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03 3 01 21190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303,13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02 1 02 20380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02 1 02 20380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936,75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3 667,09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3 518,10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3 518,10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3 667,09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3 518,10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3 518,10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145,82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145,83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145,83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145,82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145,83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145,83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3 302,37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3 302,37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18,24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17,00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02 5 01 20940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504 146,80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339 239,81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142 499,52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50 4 00 20800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50 4 00 20800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358 137,51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250 820,76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53 313,95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3 551,86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4 529,48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01 9Д501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3 551,86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4 529,48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01 9Д501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3 551,86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4 529,48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23 555,00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2ИП33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2ИП33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2ИП39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2ИП40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203,00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SИП33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SИП33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SИП39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3 040,00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2 797,00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02 SИП40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2 797,00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317 235,87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246 730,12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48 784,47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03 9Д101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70 374,82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46 884,47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48 784,47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03 9Д101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70 374,82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46 884,47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48 784,47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03 SД005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199 845,65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03 SД005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199 845,65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12 993,01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2ИП48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2 381,91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2ИП48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2 381,91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"Обустройство тротуара в селе Шведино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2ИП49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2ИП49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1 209,66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1 209,66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2ИП51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1 842,31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2ИП51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1 842,31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2ИП52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1 753,99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2ИП52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1 753,99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2ИП53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2 805,14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04 2ИП53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2 805,14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10 1 05 00000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05 9Д102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 1 05 9Д102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400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04 3 02 00000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04 3 02 21030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04 3 02 21030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139,78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2 853,39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51 163,88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19 806,32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20 518,50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5 841,80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668,80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04 1 01 20630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5 841,80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668,80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04 1 01 20630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521,80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668,80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04 1 01 20630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5 320,00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4 400,00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04 1 04 00000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889,17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889,52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04 1 04 20500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889,17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889,52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04 1 04 20500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889,17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889,52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11 201,84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599,84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599,84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SИП28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04 1 07 00000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8 694,09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04 1 07 23120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8 694,09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04 1 07 23120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8 694,09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3 658,52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2ИП17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2ИП17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2ИП42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791,40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2ИП42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791,40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04 2 02 00000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15 878,46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16 960,18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04 2 02 20470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15 878,46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16 960,18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04 2 02 20470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15 878,46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16 960,18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25 244,35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3 667,49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12 1 01 21050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12 1 01 21050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12 1 01 23110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3 367,49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12 1 01 23110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3 367,49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1 И4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21 576,86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1 И4 55550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21 576,86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12 1 И4 55550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21 576,86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66 212,49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65 071,17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65 125,50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04 1 05 00000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Мероприятия в области обращения с животными без владельцев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04 1 05 70140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234,12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04 1 05 70140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04 1 05 70140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144,12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144,12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144,12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65 978,37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64 837,05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64 891,38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583,30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583,30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14 213,75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14 213,75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50 481,05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49 456,03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49 526,66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04 4 01 11010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50 481,05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49 456,03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49 526,66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191,00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91,00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91,00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191,00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91,00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91,00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375,77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359,47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343,17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113,51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262,26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245,96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229,66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13,50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04 4 01 21160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09 3 02 00000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09 3 02 20630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714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09 3 02 20630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600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248,40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86 199,26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57 909,62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58 372,28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43 045,11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43 045,11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1 770,72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1 770,72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41 274,39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14 5 01 10020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41 274,39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108,90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07 1 01 00000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108,90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07 1 01 20340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108,90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07 1 01 20340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108,90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5 610,06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4 512,08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4 635,65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5 610,06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4 512,08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4 635,65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14 5 02 20690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101,76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45,64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4 684,97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4 232,74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4 356,31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3 854,62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3 418,32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3 556,78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14 5 02 20790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800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830,35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814,42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799,53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238,80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168,80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168,80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14 5 02 20840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238,80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168,80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168,80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64,90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14 5 02 20940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64,90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519,63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14 5 02 21000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519,63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121,89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121,89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50 4 00 10050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121,89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2 091,61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2 278,02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2 356,07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50 4 00 51180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2 091,61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2 278,02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2 356,07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50 4 00 51180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1 787,68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1 974,09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2 052,14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02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50 4 00 51180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303,93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35 221,69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8 074,41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8 335,45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5 644,16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1 533,31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5 644,16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1 533,31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04 1 03 20460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5 644,16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1 533,31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15 113,56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04 1 06 20440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510,00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2ИП29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2ИП34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807,31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2ИП34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807,31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2ИП35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465,45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2ИП35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465,45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SИП26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2 675,00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SИП29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2 675,00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SИП34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SИП34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SИП35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3 314,80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06 SИП35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3 314,80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04 1 07 00000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04 1 07 23060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04 1 07 23060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4 077,02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2ИП43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1 441,78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2ИП43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1 441,78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2ИП44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2ИП44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2ИП45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1 08 2ИП45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04 2 02 00000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6 386,95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6 802,14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04 2 02 20470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6 386,95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6 802,14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744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03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04 2 02 20470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6 386,95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6 802,14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3 748,31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50 0 00 00000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3 748,31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210,01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210,01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62,50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200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147,51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2 122,22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50 4 00 10020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2 122,22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50 6 00 10010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50 6 00 10010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78,12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50 6 00 10020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1 337,96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745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01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06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50 6 00 10020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100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1 337,96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 xml:space="preserve"> 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 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35 555,00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71 800,00</w:t>
            </w:r>
          </w:p>
        </w:tc>
      </w:tr>
      <w:tr w:rsidR="00D35392" w:rsidRPr="006814CF">
        <w:tc>
          <w:tcPr>
            <w:tcW w:w="7020" w:type="dxa"/>
            <w:vAlign w:val="center"/>
          </w:tcPr>
          <w:p w:rsidR="00D35392" w:rsidRPr="006814CF" w:rsidRDefault="00D35392" w:rsidP="00415893">
            <w:pPr>
              <w:ind w:left="135" w:right="180"/>
              <w:jc w:val="both"/>
            </w:pPr>
            <w:r w:rsidRPr="006814CF">
              <w:t>Итого</w:t>
            </w:r>
          </w:p>
        </w:tc>
        <w:tc>
          <w:tcPr>
            <w:tcW w:w="54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36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1620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567" w:type="dxa"/>
            <w:vAlign w:val="bottom"/>
          </w:tcPr>
          <w:p w:rsidR="00D35392" w:rsidRPr="006814CF" w:rsidRDefault="00D35392" w:rsidP="006814CF">
            <w:pPr>
              <w:jc w:val="center"/>
            </w:pPr>
            <w:r w:rsidRPr="006814CF">
              <w:t> </w:t>
            </w:r>
          </w:p>
        </w:tc>
        <w:tc>
          <w:tcPr>
            <w:tcW w:w="1413" w:type="dxa"/>
            <w:vAlign w:val="bottom"/>
          </w:tcPr>
          <w:p w:rsidR="00D35392" w:rsidRPr="006814CF" w:rsidRDefault="00D35392" w:rsidP="006814CF">
            <w:pPr>
              <w:ind w:right="114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3 002 411,48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37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2 755 564,93</w:t>
            </w:r>
          </w:p>
        </w:tc>
        <w:tc>
          <w:tcPr>
            <w:tcW w:w="1440" w:type="dxa"/>
            <w:vAlign w:val="bottom"/>
          </w:tcPr>
          <w:p w:rsidR="00D35392" w:rsidRPr="006814CF" w:rsidRDefault="00D35392" w:rsidP="006814CF">
            <w:pPr>
              <w:ind w:right="160"/>
              <w:jc w:val="right"/>
              <w:rPr>
                <w:color w:val="000000"/>
              </w:rPr>
            </w:pPr>
            <w:r w:rsidRPr="006814CF">
              <w:rPr>
                <w:color w:val="000000"/>
              </w:rPr>
              <w:t>2 435 654,84</w:t>
            </w:r>
          </w:p>
        </w:tc>
      </w:tr>
    </w:tbl>
    <w:p w:rsidR="00D35392" w:rsidRDefault="00D35392"/>
    <w:p w:rsidR="00D35392" w:rsidRDefault="00D35392"/>
    <w:p w:rsidR="00D35392" w:rsidRPr="00EE1B39" w:rsidRDefault="00D35392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EE1B39">
        <w:rPr>
          <w:sz w:val="28"/>
          <w:szCs w:val="28"/>
        </w:rPr>
        <w:t xml:space="preserve">Управляющий делами Совета </w:t>
      </w:r>
    </w:p>
    <w:p w:rsidR="00D35392" w:rsidRPr="00EE1B39" w:rsidRDefault="00D35392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EE1B39">
        <w:rPr>
          <w:sz w:val="28"/>
          <w:szCs w:val="28"/>
        </w:rPr>
        <w:t>депутатов Петровского муниципального</w:t>
      </w:r>
    </w:p>
    <w:p w:rsidR="00D35392" w:rsidRPr="00EE1B39" w:rsidRDefault="00D35392" w:rsidP="00EE1B39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EE1B39">
        <w:rPr>
          <w:sz w:val="28"/>
          <w:szCs w:val="28"/>
        </w:rPr>
        <w:t>округа Ставропольского края</w:t>
      </w:r>
      <w:r w:rsidRPr="00EE1B39">
        <w:rPr>
          <w:sz w:val="28"/>
          <w:szCs w:val="28"/>
        </w:rPr>
        <w:tab/>
      </w:r>
      <w:r w:rsidRPr="00EE1B39">
        <w:rPr>
          <w:sz w:val="28"/>
          <w:szCs w:val="28"/>
        </w:rPr>
        <w:tab/>
        <w:t xml:space="preserve">                                 Е.Н. Денисенко </w:t>
      </w:r>
      <w:bookmarkEnd w:id="0"/>
      <w:bookmarkEnd w:id="1"/>
    </w:p>
    <w:sectPr w:rsidR="00D35392" w:rsidRPr="00EE1B39" w:rsidSect="00D810C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F2"/>
    <w:rsid w:val="0002462D"/>
    <w:rsid w:val="00095EFF"/>
    <w:rsid w:val="000B3090"/>
    <w:rsid w:val="0012413A"/>
    <w:rsid w:val="0017414A"/>
    <w:rsid w:val="00195625"/>
    <w:rsid w:val="001B6C28"/>
    <w:rsid w:val="001F7734"/>
    <w:rsid w:val="00217348"/>
    <w:rsid w:val="00282672"/>
    <w:rsid w:val="00292497"/>
    <w:rsid w:val="003100C6"/>
    <w:rsid w:val="003712E3"/>
    <w:rsid w:val="0039524C"/>
    <w:rsid w:val="00415893"/>
    <w:rsid w:val="00432776"/>
    <w:rsid w:val="004613C4"/>
    <w:rsid w:val="004A199C"/>
    <w:rsid w:val="004A6093"/>
    <w:rsid w:val="004D49B8"/>
    <w:rsid w:val="00516E8B"/>
    <w:rsid w:val="005302A5"/>
    <w:rsid w:val="005C5B1F"/>
    <w:rsid w:val="00637551"/>
    <w:rsid w:val="006814CF"/>
    <w:rsid w:val="006D13DB"/>
    <w:rsid w:val="00874AB8"/>
    <w:rsid w:val="008A60F2"/>
    <w:rsid w:val="009A39E2"/>
    <w:rsid w:val="009C2465"/>
    <w:rsid w:val="009F4CD3"/>
    <w:rsid w:val="00A01E1B"/>
    <w:rsid w:val="00A05222"/>
    <w:rsid w:val="00A2117C"/>
    <w:rsid w:val="00A4740B"/>
    <w:rsid w:val="00A83702"/>
    <w:rsid w:val="00AA059E"/>
    <w:rsid w:val="00B01478"/>
    <w:rsid w:val="00B17A3D"/>
    <w:rsid w:val="00C405BB"/>
    <w:rsid w:val="00CB3834"/>
    <w:rsid w:val="00CC2DB3"/>
    <w:rsid w:val="00CD71CC"/>
    <w:rsid w:val="00CF2D2D"/>
    <w:rsid w:val="00D000AD"/>
    <w:rsid w:val="00D14D61"/>
    <w:rsid w:val="00D35392"/>
    <w:rsid w:val="00D471D3"/>
    <w:rsid w:val="00D54D5A"/>
    <w:rsid w:val="00D810CA"/>
    <w:rsid w:val="00DA3334"/>
    <w:rsid w:val="00E348B6"/>
    <w:rsid w:val="00E349D9"/>
    <w:rsid w:val="00E92626"/>
    <w:rsid w:val="00EC5EDF"/>
    <w:rsid w:val="00EE0C90"/>
    <w:rsid w:val="00EE1B39"/>
    <w:rsid w:val="00EF4B01"/>
    <w:rsid w:val="00F9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147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74</Pages>
  <Words>25012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26</cp:revision>
  <dcterms:created xsi:type="dcterms:W3CDTF">2024-09-03T09:41:00Z</dcterms:created>
  <dcterms:modified xsi:type="dcterms:W3CDTF">2025-03-25T06:14:00Z</dcterms:modified>
</cp:coreProperties>
</file>